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20695" w14:textId="77777777" w:rsidR="00F755CB" w:rsidRDefault="00955128" w:rsidP="00F755CB">
      <w:pPr>
        <w:jc w:val="center"/>
        <w:rPr>
          <w:rFonts w:ascii="Book Antiqua" w:hAnsi="Book Antiqua"/>
          <w:b/>
        </w:rPr>
      </w:pPr>
      <w:r w:rsidRPr="00955128">
        <w:rPr>
          <w:rFonts w:ascii="Book Antiqua" w:hAnsi="Book Antiqua"/>
          <w:b/>
          <w:noProof/>
        </w:rPr>
        <w:drawing>
          <wp:inline distT="0" distB="0" distL="0" distR="0" wp14:anchorId="682BC6B4" wp14:editId="7272C98B">
            <wp:extent cx="2495550" cy="1086064"/>
            <wp:effectExtent l="0" t="0" r="0" b="0"/>
            <wp:docPr id="1" name="Picture 1" descr="S:\General\MAIB Logos\New Logo - Oct 2015\maib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:\General\MAIB Logos\New Logo - Oct 2015\maib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295" cy="1104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365DD" w14:textId="77777777" w:rsidR="00F755CB" w:rsidRDefault="00F755CB" w:rsidP="00F755CB">
      <w:pPr>
        <w:jc w:val="center"/>
        <w:rPr>
          <w:rFonts w:ascii="Book Antiqua" w:hAnsi="Book Antiqua"/>
          <w:b/>
        </w:rPr>
      </w:pPr>
    </w:p>
    <w:p w14:paraId="7F8779B1" w14:textId="4BF56630" w:rsidR="00F755CB" w:rsidRPr="00B838A9" w:rsidRDefault="00B838A9" w:rsidP="00B838A9">
      <w:pPr>
        <w:jc w:val="center"/>
        <w:rPr>
          <w:rFonts w:asciiTheme="minorHAnsi" w:hAnsiTheme="minorHAnsi"/>
          <w:sz w:val="36"/>
          <w:szCs w:val="36"/>
        </w:rPr>
      </w:pPr>
      <w:r w:rsidRPr="00B838A9">
        <w:rPr>
          <w:rFonts w:asciiTheme="minorHAnsi" w:hAnsiTheme="minorHAnsi"/>
          <w:sz w:val="36"/>
          <w:szCs w:val="36"/>
        </w:rPr>
        <w:t>Injury Prevention and Management Foundation (</w:t>
      </w:r>
      <w:r w:rsidR="006E50ED">
        <w:rPr>
          <w:rFonts w:asciiTheme="minorHAnsi" w:hAnsiTheme="minorHAnsi"/>
          <w:sz w:val="36"/>
          <w:szCs w:val="36"/>
        </w:rPr>
        <w:t>Foundation</w:t>
      </w:r>
      <w:r w:rsidRPr="00B838A9">
        <w:rPr>
          <w:rFonts w:asciiTheme="minorHAnsi" w:hAnsiTheme="minorHAnsi"/>
          <w:sz w:val="36"/>
          <w:szCs w:val="36"/>
        </w:rPr>
        <w:t>)</w:t>
      </w:r>
    </w:p>
    <w:p w14:paraId="0B54742A" w14:textId="00D63ADA" w:rsidR="00F755CB" w:rsidRDefault="00F755CB" w:rsidP="00240916">
      <w:pPr>
        <w:jc w:val="center"/>
        <w:rPr>
          <w:rFonts w:asciiTheme="minorHAnsi" w:hAnsiTheme="minorHAnsi"/>
          <w:sz w:val="36"/>
          <w:szCs w:val="36"/>
        </w:rPr>
      </w:pPr>
      <w:r w:rsidRPr="00B838A9">
        <w:rPr>
          <w:rFonts w:asciiTheme="minorHAnsi" w:hAnsiTheme="minorHAnsi"/>
          <w:sz w:val="36"/>
          <w:szCs w:val="36"/>
        </w:rPr>
        <w:t xml:space="preserve">Funding </w:t>
      </w:r>
      <w:r w:rsidR="002C538B" w:rsidRPr="00B838A9">
        <w:rPr>
          <w:rFonts w:asciiTheme="minorHAnsi" w:hAnsiTheme="minorHAnsi"/>
          <w:sz w:val="36"/>
          <w:szCs w:val="36"/>
        </w:rPr>
        <w:t>Application</w:t>
      </w:r>
      <w:r w:rsidR="00E24D5E" w:rsidRPr="00B838A9">
        <w:rPr>
          <w:rFonts w:asciiTheme="minorHAnsi" w:hAnsiTheme="minorHAnsi"/>
          <w:sz w:val="36"/>
          <w:szCs w:val="36"/>
        </w:rPr>
        <w:t xml:space="preserve"> – </w:t>
      </w:r>
      <w:r w:rsidR="00B838A9" w:rsidRPr="00B838A9">
        <w:rPr>
          <w:rFonts w:asciiTheme="minorHAnsi" w:hAnsiTheme="minorHAnsi"/>
          <w:sz w:val="36"/>
          <w:szCs w:val="36"/>
        </w:rPr>
        <w:t>201</w:t>
      </w:r>
      <w:r w:rsidR="00055FAE">
        <w:rPr>
          <w:rFonts w:asciiTheme="minorHAnsi" w:hAnsiTheme="minorHAnsi"/>
          <w:sz w:val="36"/>
          <w:szCs w:val="36"/>
        </w:rPr>
        <w:t>9</w:t>
      </w:r>
      <w:r w:rsidR="00955128">
        <w:rPr>
          <w:rFonts w:asciiTheme="minorHAnsi" w:hAnsiTheme="minorHAnsi"/>
          <w:sz w:val="36"/>
          <w:szCs w:val="36"/>
        </w:rPr>
        <w:t>-</w:t>
      </w:r>
      <w:r w:rsidR="00055FAE">
        <w:rPr>
          <w:rFonts w:asciiTheme="minorHAnsi" w:hAnsiTheme="minorHAnsi"/>
          <w:sz w:val="36"/>
          <w:szCs w:val="36"/>
        </w:rPr>
        <w:t>20</w:t>
      </w:r>
    </w:p>
    <w:p w14:paraId="41F92249" w14:textId="77777777" w:rsidR="00C337A6" w:rsidRDefault="00C337A6" w:rsidP="00240916">
      <w:pPr>
        <w:jc w:val="center"/>
        <w:rPr>
          <w:rFonts w:asciiTheme="minorHAnsi" w:hAnsiTheme="minorHAnsi"/>
        </w:rPr>
      </w:pPr>
    </w:p>
    <w:p w14:paraId="0DA518C0" w14:textId="77777777" w:rsidR="00C337A6" w:rsidRPr="00C337A6" w:rsidRDefault="00C337A6" w:rsidP="00240916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All sections of this form must be completed.</w:t>
      </w:r>
    </w:p>
    <w:tbl>
      <w:tblPr>
        <w:tblpPr w:leftFromText="180" w:rightFromText="180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179"/>
        <w:gridCol w:w="2357"/>
        <w:gridCol w:w="2232"/>
      </w:tblGrid>
      <w:tr w:rsidR="00366BC1" w:rsidRPr="00B838A9" w14:paraId="676E41F7" w14:textId="77777777" w:rsidTr="00366BC1">
        <w:tc>
          <w:tcPr>
            <w:tcW w:w="9178" w:type="dxa"/>
            <w:gridSpan w:val="4"/>
          </w:tcPr>
          <w:p w14:paraId="48F2BB4C" w14:textId="70F4F80F" w:rsidR="007019A3" w:rsidRPr="00C47A75" w:rsidRDefault="00366BC1" w:rsidP="00366BC1">
            <w:pPr>
              <w:spacing w:before="120"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Name of Applicant (Organisation/Group/Individual):</w:t>
            </w:r>
            <w:r w:rsidRPr="00C47A75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2008510287"/>
                <w:placeholder>
                  <w:docPart w:val="0F30CCCE9B6E4E9480531F9E514D2C17"/>
                </w:placeholder>
                <w:showingPlcHdr/>
                <w:text w:multiLine="1"/>
              </w:sdtPr>
              <w:sdtEndPr/>
              <w:sdtContent>
                <w:r w:rsidR="006A092D" w:rsidRPr="00FD3EBD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2057E80F" w14:textId="77777777" w:rsidR="00366BC1" w:rsidRPr="00B838A9" w:rsidRDefault="00366BC1" w:rsidP="00366BC1">
            <w:pPr>
              <w:spacing w:before="120" w:after="120"/>
              <w:rPr>
                <w:rFonts w:asciiTheme="minorHAnsi" w:hAnsiTheme="minorHAnsi"/>
                <w:b/>
              </w:rPr>
            </w:pPr>
          </w:p>
        </w:tc>
      </w:tr>
      <w:tr w:rsidR="007019A3" w:rsidRPr="00B838A9" w14:paraId="0D27FB95" w14:textId="77777777" w:rsidTr="00366BC1">
        <w:tc>
          <w:tcPr>
            <w:tcW w:w="9178" w:type="dxa"/>
            <w:gridSpan w:val="4"/>
          </w:tcPr>
          <w:p w14:paraId="761134EA" w14:textId="5C7B7DD6" w:rsidR="007019A3" w:rsidRDefault="007019A3" w:rsidP="00366BC1">
            <w:p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Postal Address:</w:t>
            </w:r>
            <w:r w:rsidR="009A4241" w:rsidRPr="00C47A75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632374236"/>
                <w:placeholder>
                  <w:docPart w:val="AD4FB9A01B954D6FAD848DC983060BA6"/>
                </w:placeholder>
                <w:showingPlcHdr/>
                <w:text w:multiLine="1"/>
              </w:sdtPr>
              <w:sdtEndPr/>
              <w:sdtContent>
                <w:r w:rsidR="009A4241" w:rsidRPr="00C47A75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</w:tc>
      </w:tr>
      <w:tr w:rsidR="007019A3" w:rsidRPr="00B838A9" w14:paraId="76C3BC25" w14:textId="77777777" w:rsidTr="00366BC1">
        <w:tc>
          <w:tcPr>
            <w:tcW w:w="9178" w:type="dxa"/>
            <w:gridSpan w:val="4"/>
          </w:tcPr>
          <w:p w14:paraId="0B5FD6E5" w14:textId="1F821565" w:rsidR="007019A3" w:rsidRDefault="007019A3" w:rsidP="00366BC1">
            <w:p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Contact Name:</w:t>
            </w:r>
            <w:r w:rsidR="009A4241" w:rsidRPr="00C47A75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173306351"/>
                <w:placeholder>
                  <w:docPart w:val="831C237DE46644FAAF6BCA24CB145E0E"/>
                </w:placeholder>
                <w:showingPlcHdr/>
                <w:text w:multiLine="1"/>
              </w:sdtPr>
              <w:sdtEndPr/>
              <w:sdtContent>
                <w:r w:rsidR="009A4241" w:rsidRPr="00C47A75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</w:tc>
      </w:tr>
      <w:tr w:rsidR="007019A3" w:rsidRPr="00B838A9" w14:paraId="39F64218" w14:textId="77777777" w:rsidTr="00366BC1">
        <w:tc>
          <w:tcPr>
            <w:tcW w:w="9178" w:type="dxa"/>
            <w:gridSpan w:val="4"/>
          </w:tcPr>
          <w:p w14:paraId="701A3F2B" w14:textId="7C426930" w:rsidR="007019A3" w:rsidRDefault="007019A3" w:rsidP="00366BC1">
            <w:p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Phone:</w:t>
            </w:r>
            <w:r w:rsidR="009A4241" w:rsidRPr="00C47A75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1035696615"/>
                <w:placeholder>
                  <w:docPart w:val="BC2B20771CA2467F880B5C562598517A"/>
                </w:placeholder>
                <w:showingPlcHdr/>
                <w:text w:multiLine="1"/>
              </w:sdtPr>
              <w:sdtEndPr>
                <w:rPr>
                  <w:b/>
                </w:rPr>
              </w:sdtEndPr>
              <w:sdtContent>
                <w:r w:rsidR="009A4241" w:rsidRPr="00C47A75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</w:tc>
      </w:tr>
      <w:tr w:rsidR="007019A3" w:rsidRPr="00B838A9" w14:paraId="64AA71FD" w14:textId="77777777" w:rsidTr="00366BC1">
        <w:tc>
          <w:tcPr>
            <w:tcW w:w="9178" w:type="dxa"/>
            <w:gridSpan w:val="4"/>
          </w:tcPr>
          <w:p w14:paraId="6DEAD2EB" w14:textId="02CD03A5" w:rsidR="007019A3" w:rsidRDefault="007019A3" w:rsidP="00366BC1">
            <w:p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Email:</w:t>
            </w:r>
            <w:r w:rsidR="009A4241" w:rsidRPr="00C47A75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370815972"/>
                <w:placeholder>
                  <w:docPart w:val="FB1ED7C56DB648C78F0C57F00178E15D"/>
                </w:placeholder>
                <w:showingPlcHdr/>
                <w:text w:multiLine="1"/>
              </w:sdtPr>
              <w:sdtEndPr>
                <w:rPr>
                  <w:b/>
                </w:rPr>
              </w:sdtEndPr>
              <w:sdtContent>
                <w:r w:rsidR="009A4241" w:rsidRPr="00C47A75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</w:tc>
      </w:tr>
      <w:tr w:rsidR="007019A3" w:rsidRPr="00B838A9" w14:paraId="4E2D4FE7" w14:textId="77777777" w:rsidTr="00366BC1">
        <w:tc>
          <w:tcPr>
            <w:tcW w:w="9178" w:type="dxa"/>
            <w:gridSpan w:val="4"/>
          </w:tcPr>
          <w:p w14:paraId="732ADB55" w14:textId="1CAE3437" w:rsidR="007019A3" w:rsidRDefault="007019A3" w:rsidP="00366BC1">
            <w:p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ABN:</w:t>
            </w:r>
            <w:r w:rsidR="009A4241" w:rsidRPr="00C47A75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582797693"/>
                <w:placeholder>
                  <w:docPart w:val="C2A07A62B82D4EAE94BB4D7574FF0A7B"/>
                </w:placeholder>
                <w:showingPlcHdr/>
                <w:text w:multiLine="1"/>
              </w:sdtPr>
              <w:sdtEndPr>
                <w:rPr>
                  <w:b/>
                </w:rPr>
              </w:sdtEndPr>
              <w:sdtContent>
                <w:r w:rsidR="009A4241" w:rsidRPr="00C47A75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</w:tc>
      </w:tr>
      <w:tr w:rsidR="007019A3" w:rsidRPr="00B838A9" w14:paraId="0AAF6712" w14:textId="77777777" w:rsidTr="00766EF3">
        <w:tc>
          <w:tcPr>
            <w:tcW w:w="9178" w:type="dxa"/>
            <w:gridSpan w:val="4"/>
            <w:tcBorders>
              <w:bottom w:val="single" w:sz="4" w:space="0" w:color="auto"/>
            </w:tcBorders>
          </w:tcPr>
          <w:p w14:paraId="42019461" w14:textId="20FE3EF9" w:rsidR="007019A3" w:rsidRPr="00C47A75" w:rsidRDefault="007019A3" w:rsidP="007019A3">
            <w:pPr>
              <w:spacing w:before="120"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Current Sources of Income or Funding:</w:t>
            </w:r>
            <w:r w:rsidR="009A4241" w:rsidRPr="00C47A75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425349507"/>
                <w:placeholder>
                  <w:docPart w:val="EA0FE69289234EEDA8630C377F2A38FD"/>
                </w:placeholder>
                <w:showingPlcHdr/>
                <w:text w:multiLine="1"/>
              </w:sdtPr>
              <w:sdtEndPr/>
              <w:sdtContent>
                <w:r w:rsidR="009A4241" w:rsidRPr="00C47A75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  <w:p w14:paraId="768FEE21" w14:textId="677D03A4" w:rsidR="007019A3" w:rsidRPr="00C47A75" w:rsidRDefault="007019A3" w:rsidP="007019A3">
            <w:pPr>
              <w:spacing w:before="120" w:after="120"/>
              <w:rPr>
                <w:rFonts w:asciiTheme="minorHAnsi" w:hAnsiTheme="minorHAnsi"/>
              </w:rPr>
            </w:pPr>
          </w:p>
        </w:tc>
      </w:tr>
      <w:tr w:rsidR="007019A3" w:rsidRPr="00B838A9" w14:paraId="6E8BA8B9" w14:textId="77777777" w:rsidTr="00766EF3">
        <w:tc>
          <w:tcPr>
            <w:tcW w:w="9178" w:type="dxa"/>
            <w:gridSpan w:val="4"/>
            <w:tcBorders>
              <w:left w:val="nil"/>
              <w:right w:val="nil"/>
            </w:tcBorders>
          </w:tcPr>
          <w:p w14:paraId="365824E1" w14:textId="77777777" w:rsidR="007019A3" w:rsidRDefault="007019A3" w:rsidP="007019A3">
            <w:pPr>
              <w:spacing w:before="120" w:after="120"/>
              <w:rPr>
                <w:rFonts w:asciiTheme="minorHAnsi" w:hAnsiTheme="minorHAnsi"/>
                <w:b/>
              </w:rPr>
            </w:pPr>
          </w:p>
        </w:tc>
      </w:tr>
      <w:tr w:rsidR="00366BC1" w:rsidRPr="00B838A9" w14:paraId="028FABAF" w14:textId="77777777" w:rsidTr="00366BC1">
        <w:tc>
          <w:tcPr>
            <w:tcW w:w="9178" w:type="dxa"/>
            <w:gridSpan w:val="4"/>
          </w:tcPr>
          <w:p w14:paraId="0BE59B9E" w14:textId="36635BB0" w:rsidR="00366BC1" w:rsidRPr="00B838A9" w:rsidRDefault="00366BC1" w:rsidP="00366BC1">
            <w:pPr>
              <w:spacing w:before="120" w:after="12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Project Title:</w:t>
            </w:r>
            <w:r w:rsidR="009A4241" w:rsidRPr="00C47A75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829445283"/>
                <w:placeholder>
                  <w:docPart w:val="282282341F6F4818847051E28F99B0DE"/>
                </w:placeholder>
                <w:showingPlcHdr/>
                <w:text w:multiLine="1"/>
              </w:sdtPr>
              <w:sdtEndPr>
                <w:rPr>
                  <w:b/>
                </w:rPr>
              </w:sdtEndPr>
              <w:sdtContent>
                <w:r w:rsidR="009A4241" w:rsidRPr="00C47A75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</w:tc>
      </w:tr>
      <w:tr w:rsidR="00366BC1" w:rsidRPr="00B838A9" w14:paraId="6636D9DF" w14:textId="77777777" w:rsidTr="00366BC1">
        <w:tc>
          <w:tcPr>
            <w:tcW w:w="9178" w:type="dxa"/>
            <w:gridSpan w:val="4"/>
          </w:tcPr>
          <w:p w14:paraId="5CB9FD4A" w14:textId="36AFF66D" w:rsidR="00366BC1" w:rsidRPr="00B838A9" w:rsidRDefault="00366BC1" w:rsidP="00C47A75">
            <w:pPr>
              <w:spacing w:before="120" w:after="12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Funding Requested:</w:t>
            </w:r>
            <w:r w:rsidRPr="00C47A75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142745994"/>
                <w:placeholder>
                  <w:docPart w:val="3FE9FAEB64D14A969ABA7D73DA14F613"/>
                </w:placeholder>
                <w:showingPlcHdr/>
                <w:text w:multiLine="1"/>
              </w:sdtPr>
              <w:sdtEndPr>
                <w:rPr>
                  <w:b/>
                </w:rPr>
              </w:sdtEndPr>
              <w:sdtContent>
                <w:r w:rsidR="009A4241" w:rsidRPr="00C47A75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  <w:r w:rsidR="00CC5C20" w:rsidRPr="00846E02">
              <w:rPr>
                <w:rFonts w:asciiTheme="minorHAnsi" w:hAnsiTheme="minorHAnsi"/>
                <w:b/>
              </w:rPr>
              <w:t xml:space="preserve"> (exclusive of GST)</w:t>
            </w:r>
          </w:p>
        </w:tc>
      </w:tr>
      <w:tr w:rsidR="00366BC1" w:rsidRPr="00B838A9" w14:paraId="5721E9D8" w14:textId="77777777" w:rsidTr="00366BC1">
        <w:tc>
          <w:tcPr>
            <w:tcW w:w="2410" w:type="dxa"/>
          </w:tcPr>
          <w:p w14:paraId="03A96036" w14:textId="0DFF9856" w:rsidR="00366BC1" w:rsidRPr="009A4241" w:rsidRDefault="00366BC1" w:rsidP="00366BC1">
            <w:pPr>
              <w:spacing w:before="120" w:after="12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High Value Project*</w:t>
            </w:r>
          </w:p>
        </w:tc>
        <w:tc>
          <w:tcPr>
            <w:tcW w:w="2179" w:type="dxa"/>
            <w:vAlign w:val="center"/>
          </w:tcPr>
          <w:p w14:paraId="13DCA10E" w14:textId="3A02E6F2" w:rsidR="00366BC1" w:rsidRPr="00B838A9" w:rsidRDefault="00213666" w:rsidP="00366BC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sdt>
              <w:sdtPr>
                <w:rPr>
                  <w:rFonts w:asciiTheme="minorHAnsi" w:hAnsiTheme="minorHAnsi"/>
                  <w:b/>
                </w:rPr>
                <w:id w:val="1454361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241">
                  <w:rPr>
                    <w:rFonts w:ascii="MS Gothic" w:eastAsia="MS Gothic" w:hAnsiTheme="minorHAnsi" w:hint="eastAsia"/>
                    <w:b/>
                  </w:rPr>
                  <w:t>☐</w:t>
                </w:r>
              </w:sdtContent>
            </w:sdt>
            <w:r w:rsidR="009A4241">
              <w:rPr>
                <w:rFonts w:asciiTheme="minorHAnsi" w:hAnsiTheme="minorHAnsi"/>
                <w:b/>
              </w:rPr>
              <w:t xml:space="preserve">Yes  </w:t>
            </w:r>
            <w:sdt>
              <w:sdtPr>
                <w:rPr>
                  <w:rFonts w:asciiTheme="minorHAnsi" w:hAnsiTheme="minorHAnsi"/>
                  <w:b/>
                </w:rPr>
                <w:id w:val="168486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24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66BC1" w:rsidRPr="00B838A9">
              <w:rPr>
                <w:rFonts w:asciiTheme="minorHAnsi" w:hAnsiTheme="minorHAnsi"/>
                <w:b/>
              </w:rPr>
              <w:t>No</w:t>
            </w:r>
          </w:p>
        </w:tc>
        <w:tc>
          <w:tcPr>
            <w:tcW w:w="2357" w:type="dxa"/>
          </w:tcPr>
          <w:p w14:paraId="3E742D5E" w14:textId="57DDA32E" w:rsidR="00366BC1" w:rsidRPr="009A4241" w:rsidRDefault="00366BC1" w:rsidP="00366BC1">
            <w:pPr>
              <w:spacing w:before="120" w:after="12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Complex Project**</w:t>
            </w:r>
          </w:p>
        </w:tc>
        <w:tc>
          <w:tcPr>
            <w:tcW w:w="2232" w:type="dxa"/>
            <w:vAlign w:val="center"/>
          </w:tcPr>
          <w:p w14:paraId="09FD57E7" w14:textId="3A2240FE" w:rsidR="00366BC1" w:rsidRPr="00B838A9" w:rsidRDefault="00213666" w:rsidP="00366BC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sdt>
              <w:sdtPr>
                <w:rPr>
                  <w:rFonts w:asciiTheme="minorHAnsi" w:hAnsiTheme="minorHAnsi"/>
                  <w:b/>
                </w:rPr>
                <w:id w:val="-1909460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241">
                  <w:rPr>
                    <w:rFonts w:ascii="MS Gothic" w:eastAsia="MS Gothic" w:hAnsiTheme="minorHAnsi" w:hint="eastAsia"/>
                    <w:b/>
                  </w:rPr>
                  <w:t>☐</w:t>
                </w:r>
              </w:sdtContent>
            </w:sdt>
            <w:r w:rsidR="009A4241">
              <w:rPr>
                <w:rFonts w:asciiTheme="minorHAnsi" w:hAnsiTheme="minorHAnsi"/>
                <w:b/>
              </w:rPr>
              <w:t xml:space="preserve">Yes  </w:t>
            </w:r>
            <w:sdt>
              <w:sdtPr>
                <w:rPr>
                  <w:rFonts w:asciiTheme="minorHAnsi" w:hAnsiTheme="minorHAnsi"/>
                  <w:b/>
                </w:rPr>
                <w:id w:val="15604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24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9A4241" w:rsidRPr="00B838A9">
              <w:rPr>
                <w:rFonts w:asciiTheme="minorHAnsi" w:hAnsiTheme="minorHAnsi"/>
                <w:b/>
              </w:rPr>
              <w:t>No</w:t>
            </w:r>
          </w:p>
        </w:tc>
      </w:tr>
      <w:tr w:rsidR="00366BC1" w:rsidRPr="00B838A9" w14:paraId="2DA21AAE" w14:textId="77777777" w:rsidTr="00366BC1">
        <w:tc>
          <w:tcPr>
            <w:tcW w:w="2410" w:type="dxa"/>
          </w:tcPr>
          <w:p w14:paraId="4B14F4C3" w14:textId="77777777" w:rsidR="00366BC1" w:rsidRPr="00B838A9" w:rsidRDefault="00366BC1" w:rsidP="00366BC1">
            <w:pPr>
              <w:spacing w:before="120" w:after="12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Project Duration</w:t>
            </w:r>
          </w:p>
        </w:tc>
        <w:sdt>
          <w:sdtPr>
            <w:rPr>
              <w:rFonts w:asciiTheme="minorHAnsi" w:hAnsiTheme="minorHAnsi"/>
            </w:rPr>
            <w:id w:val="1174534780"/>
            <w:placeholder>
              <w:docPart w:val="1E6D2B0C32EE484EB7CE3C3434DD501C"/>
            </w:placeholder>
            <w:showingPlcHdr/>
            <w:text w:multiLine="1"/>
          </w:sdtPr>
          <w:sdtEndPr/>
          <w:sdtContent>
            <w:tc>
              <w:tcPr>
                <w:tcW w:w="6768" w:type="dxa"/>
                <w:gridSpan w:val="3"/>
                <w:vAlign w:val="center"/>
              </w:tcPr>
              <w:p w14:paraId="7DFEA8E3" w14:textId="65BEDD7D" w:rsidR="00366BC1" w:rsidRPr="00C47A75" w:rsidRDefault="009A4241" w:rsidP="009A4241">
                <w:pPr>
                  <w:spacing w:before="120" w:after="120"/>
                  <w:rPr>
                    <w:rFonts w:asciiTheme="minorHAnsi" w:hAnsiTheme="minorHAnsi"/>
                  </w:rPr>
                </w:pPr>
                <w:r w:rsidRPr="00C47A75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</w:tr>
      <w:tr w:rsidR="00366BC1" w:rsidRPr="00B838A9" w14:paraId="14DDD18F" w14:textId="77777777" w:rsidTr="00366BC1">
        <w:tc>
          <w:tcPr>
            <w:tcW w:w="2410" w:type="dxa"/>
          </w:tcPr>
          <w:p w14:paraId="3EE655C2" w14:textId="77777777" w:rsidR="00366BC1" w:rsidRPr="00B838A9" w:rsidRDefault="00366BC1" w:rsidP="00366BC1">
            <w:pPr>
              <w:spacing w:before="120" w:after="12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Commencement Date:</w:t>
            </w:r>
          </w:p>
        </w:tc>
        <w:tc>
          <w:tcPr>
            <w:tcW w:w="2179" w:type="dxa"/>
          </w:tcPr>
          <w:p w14:paraId="2574D76F" w14:textId="069CF4F2" w:rsidR="00366BC1" w:rsidRPr="00C47A75" w:rsidRDefault="00213666" w:rsidP="009A4241">
            <w:pPr>
              <w:spacing w:before="120" w:after="120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1931118401"/>
                <w:placeholder>
                  <w:docPart w:val="912B4E11105F4557B6BF465A5B3325C0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="009A4241" w:rsidRPr="00C47A75">
                  <w:rPr>
                    <w:rStyle w:val="PlaceholderText"/>
                    <w:rFonts w:eastAsiaTheme="minorHAnsi"/>
                  </w:rPr>
                  <w:t>Click here to enter a date.</w:t>
                </w:r>
              </w:sdtContent>
            </w:sdt>
          </w:p>
        </w:tc>
        <w:tc>
          <w:tcPr>
            <w:tcW w:w="2357" w:type="dxa"/>
          </w:tcPr>
          <w:p w14:paraId="0E797CA4" w14:textId="77777777" w:rsidR="00366BC1" w:rsidRPr="00B838A9" w:rsidRDefault="00366BC1" w:rsidP="00366BC1">
            <w:pPr>
              <w:spacing w:before="120" w:after="12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Completion Date:</w:t>
            </w:r>
          </w:p>
        </w:tc>
        <w:tc>
          <w:tcPr>
            <w:tcW w:w="2232" w:type="dxa"/>
          </w:tcPr>
          <w:p w14:paraId="65AF65B6" w14:textId="63076B78" w:rsidR="00366BC1" w:rsidRPr="00C47A75" w:rsidRDefault="00213666" w:rsidP="00C47A75">
            <w:pPr>
              <w:spacing w:before="120" w:after="120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2075624759"/>
                <w:placeholder>
                  <w:docPart w:val="87D05E0E35E24DCA9D3020BCE4C9F299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="009A4241" w:rsidRPr="00C47A75">
                  <w:rPr>
                    <w:rStyle w:val="PlaceholderText"/>
                    <w:rFonts w:eastAsiaTheme="minorHAnsi"/>
                  </w:rPr>
                  <w:t>Click here to enter a date.</w:t>
                </w:r>
              </w:sdtContent>
            </w:sdt>
          </w:p>
        </w:tc>
      </w:tr>
    </w:tbl>
    <w:p w14:paraId="1CBD17A5" w14:textId="69BF8808" w:rsidR="00366BC1" w:rsidRPr="00B838A9" w:rsidRDefault="00366BC1" w:rsidP="00366BC1">
      <w:pPr>
        <w:pStyle w:val="Footer"/>
        <w:tabs>
          <w:tab w:val="center" w:pos="4639"/>
          <w:tab w:val="left" w:pos="6420"/>
        </w:tabs>
        <w:ind w:right="360"/>
        <w:rPr>
          <w:rFonts w:asciiTheme="minorHAnsi" w:hAnsiTheme="minorHAnsi"/>
          <w:sz w:val="18"/>
          <w:szCs w:val="18"/>
        </w:rPr>
      </w:pPr>
      <w:r w:rsidRPr="00B838A9">
        <w:rPr>
          <w:rFonts w:asciiTheme="minorHAnsi" w:hAnsiTheme="minorHAnsi"/>
          <w:sz w:val="18"/>
          <w:szCs w:val="18"/>
        </w:rPr>
        <w:t>*High Value Project – projects over $50,000</w:t>
      </w:r>
      <w:r w:rsidR="008949C6">
        <w:rPr>
          <w:rFonts w:asciiTheme="minorHAnsi" w:hAnsiTheme="minorHAnsi"/>
          <w:sz w:val="18"/>
          <w:szCs w:val="18"/>
        </w:rPr>
        <w:t xml:space="preserve"> exclusive of GST</w:t>
      </w:r>
      <w:r w:rsidRPr="00B838A9">
        <w:rPr>
          <w:rFonts w:asciiTheme="minorHAnsi" w:hAnsiTheme="minorHAnsi"/>
          <w:sz w:val="18"/>
          <w:szCs w:val="18"/>
        </w:rPr>
        <w:t xml:space="preserve">, </w:t>
      </w:r>
    </w:p>
    <w:p w14:paraId="1D40CD5D" w14:textId="77777777" w:rsidR="00366BC1" w:rsidRPr="00B838A9" w:rsidRDefault="00366BC1" w:rsidP="00366BC1">
      <w:pPr>
        <w:pStyle w:val="Footer"/>
        <w:tabs>
          <w:tab w:val="center" w:pos="4639"/>
          <w:tab w:val="left" w:pos="6420"/>
        </w:tabs>
        <w:ind w:right="360"/>
        <w:rPr>
          <w:rFonts w:asciiTheme="minorHAnsi" w:hAnsiTheme="minorHAnsi"/>
          <w:sz w:val="18"/>
          <w:szCs w:val="18"/>
        </w:rPr>
      </w:pPr>
      <w:r w:rsidRPr="00B838A9">
        <w:rPr>
          <w:rFonts w:asciiTheme="minorHAnsi" w:hAnsiTheme="minorHAnsi"/>
          <w:sz w:val="18"/>
          <w:szCs w:val="18"/>
        </w:rPr>
        <w:t xml:space="preserve"> ** Complex Project – projects involving scientific, medical and/or market research.</w:t>
      </w:r>
    </w:p>
    <w:p w14:paraId="5A133A02" w14:textId="77777777" w:rsidR="00E16F96" w:rsidRDefault="00E16F96" w:rsidP="00F755CB">
      <w:pPr>
        <w:spacing w:after="120"/>
        <w:rPr>
          <w:rFonts w:asciiTheme="minorHAnsi" w:hAnsiTheme="minorHAnsi"/>
          <w:b/>
        </w:rPr>
      </w:pPr>
    </w:p>
    <w:p w14:paraId="68C1BB1D" w14:textId="24B51380" w:rsidR="009A4241" w:rsidRDefault="009A4241" w:rsidP="00F755CB">
      <w:pPr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2EA534AC" w14:textId="4595C236" w:rsidR="00366BC1" w:rsidRDefault="00846E02" w:rsidP="00F755CB">
      <w:pPr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 xml:space="preserve">Executive </w:t>
      </w:r>
      <w:r w:rsidR="00366BC1">
        <w:rPr>
          <w:rFonts w:asciiTheme="minorHAnsi" w:hAnsiTheme="minorHAnsi"/>
          <w:b/>
        </w:rPr>
        <w:t>Summary:</w:t>
      </w:r>
    </w:p>
    <w:p w14:paraId="12E26B13" w14:textId="7C77CE62" w:rsidR="00366BC1" w:rsidRPr="00846E02" w:rsidRDefault="00846E02" w:rsidP="00F755CB">
      <w:p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Brief outline of the aim of the project.</w:t>
      </w:r>
    </w:p>
    <w:sdt>
      <w:sdtPr>
        <w:rPr>
          <w:rFonts w:asciiTheme="minorHAnsi" w:hAnsiTheme="minorHAnsi"/>
        </w:rPr>
        <w:id w:val="-1191442373"/>
        <w:placeholder>
          <w:docPart w:val="6C317DEA801B46DBB6CB35BD640579F6"/>
        </w:placeholder>
        <w:showingPlcHdr/>
        <w:text w:multiLine="1"/>
      </w:sdtPr>
      <w:sdtEndPr/>
      <w:sdtContent>
        <w:p w14:paraId="13328169" w14:textId="034E1003" w:rsidR="00366BC1" w:rsidRPr="00C47A75" w:rsidRDefault="009A4241" w:rsidP="00F755CB">
          <w:pPr>
            <w:spacing w:after="120"/>
            <w:rPr>
              <w:rFonts w:asciiTheme="minorHAnsi" w:hAnsiTheme="minorHAnsi"/>
            </w:rPr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6069BC56" w14:textId="77777777" w:rsidR="00F755CB" w:rsidRPr="00B838A9" w:rsidRDefault="00F755CB" w:rsidP="00F755CB">
      <w:pPr>
        <w:spacing w:after="120"/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"/>
        <w:gridCol w:w="2354"/>
        <w:gridCol w:w="465"/>
        <w:gridCol w:w="1115"/>
        <w:gridCol w:w="459"/>
        <w:gridCol w:w="1488"/>
        <w:gridCol w:w="456"/>
        <w:gridCol w:w="2822"/>
      </w:tblGrid>
      <w:tr w:rsidR="00AC7432" w14:paraId="4DFD28A5" w14:textId="77777777" w:rsidTr="00EF421E">
        <w:tc>
          <w:tcPr>
            <w:tcW w:w="9628" w:type="dxa"/>
            <w:gridSpan w:val="8"/>
          </w:tcPr>
          <w:p w14:paraId="536B1478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MAIB Priority Area Addressed</w:t>
            </w:r>
          </w:p>
        </w:tc>
      </w:tr>
      <w:tr w:rsidR="00366BC1" w14:paraId="5FFE0BEE" w14:textId="77777777" w:rsidTr="00AC7432">
        <w:sdt>
          <w:sdtPr>
            <w:rPr>
              <w:rFonts w:asciiTheme="minorHAnsi" w:hAnsiTheme="minorHAnsi"/>
            </w:rPr>
            <w:id w:val="1365183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</w:tcPr>
              <w:p w14:paraId="040D0EBF" w14:textId="3C3E0A34" w:rsidR="00366BC1" w:rsidRDefault="00055FAE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59" w:type="dxa"/>
            <w:gridSpan w:val="7"/>
          </w:tcPr>
          <w:p w14:paraId="03FB6FD6" w14:textId="77777777" w:rsidR="00366BC1" w:rsidRDefault="00366BC1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Promotion and advancement of road safety.</w:t>
            </w:r>
          </w:p>
        </w:tc>
      </w:tr>
      <w:tr w:rsidR="00366BC1" w14:paraId="32541371" w14:textId="77777777" w:rsidTr="00AC7432">
        <w:sdt>
          <w:sdtPr>
            <w:rPr>
              <w:rFonts w:asciiTheme="minorHAnsi" w:hAnsiTheme="minorHAnsi"/>
            </w:rPr>
            <w:id w:val="587279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</w:tcPr>
              <w:p w14:paraId="301C833A" w14:textId="467F95F8" w:rsidR="00366BC1" w:rsidRDefault="00055FAE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59" w:type="dxa"/>
            <w:gridSpan w:val="7"/>
          </w:tcPr>
          <w:p w14:paraId="50E312C6" w14:textId="77777777" w:rsidR="00366BC1" w:rsidRDefault="00366BC1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Reduction in the frequency and severity of injuries resulting from motor accidents.</w:t>
            </w:r>
          </w:p>
        </w:tc>
      </w:tr>
      <w:tr w:rsidR="00366BC1" w14:paraId="5B1DCC62" w14:textId="77777777" w:rsidTr="00AC7432">
        <w:sdt>
          <w:sdtPr>
            <w:rPr>
              <w:rFonts w:asciiTheme="minorHAnsi" w:hAnsiTheme="minorHAnsi"/>
            </w:rPr>
            <w:id w:val="2030137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</w:tcPr>
              <w:p w14:paraId="5E7AA3E6" w14:textId="71EA1581" w:rsidR="00366BC1" w:rsidRDefault="00055FAE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59" w:type="dxa"/>
            <w:gridSpan w:val="7"/>
          </w:tcPr>
          <w:p w14:paraId="21EEA432" w14:textId="77777777" w:rsidR="00366BC1" w:rsidRDefault="00366BC1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Improved access to quality medical, rehabilitation and long-term care services for those injured in motor accidents.</w:t>
            </w:r>
          </w:p>
        </w:tc>
      </w:tr>
      <w:tr w:rsidR="00366BC1" w14:paraId="1F2A6A0E" w14:textId="77777777" w:rsidTr="00AC7432">
        <w:sdt>
          <w:sdtPr>
            <w:rPr>
              <w:rFonts w:asciiTheme="minorHAnsi" w:hAnsiTheme="minorHAnsi"/>
            </w:rPr>
            <w:id w:val="-1432972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</w:tcPr>
              <w:p w14:paraId="2136AA9D" w14:textId="5F255EBA" w:rsidR="00366BC1" w:rsidRDefault="009A4241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59" w:type="dxa"/>
            <w:gridSpan w:val="7"/>
          </w:tcPr>
          <w:p w14:paraId="493C08CD" w14:textId="77777777" w:rsidR="00366BC1" w:rsidRDefault="00366BC1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Development of new techniques and approaches to improve the quality management of injuries and long-term outcomes for those injured in motor accidents. </w:t>
            </w:r>
          </w:p>
        </w:tc>
      </w:tr>
      <w:tr w:rsidR="00AC7432" w14:paraId="027BE36B" w14:textId="77777777" w:rsidTr="00BE5F36">
        <w:tc>
          <w:tcPr>
            <w:tcW w:w="9628" w:type="dxa"/>
            <w:gridSpan w:val="8"/>
          </w:tcPr>
          <w:p w14:paraId="39335CCC" w14:textId="77777777" w:rsidR="00AC7432" w:rsidRPr="00AC7432" w:rsidRDefault="00AC7432" w:rsidP="00F755CB">
            <w:pPr>
              <w:spacing w:after="120"/>
              <w:rPr>
                <w:rFonts w:asciiTheme="minorHAnsi" w:hAnsiTheme="minorHAnsi"/>
                <w:b/>
              </w:rPr>
            </w:pPr>
            <w:r w:rsidRPr="00AC7432">
              <w:rPr>
                <w:rFonts w:asciiTheme="minorHAnsi" w:hAnsiTheme="minorHAnsi"/>
                <w:b/>
              </w:rPr>
              <w:t>Area to be covered</w:t>
            </w:r>
          </w:p>
        </w:tc>
      </w:tr>
      <w:tr w:rsidR="00AC7432" w14:paraId="1A524E2B" w14:textId="77777777" w:rsidTr="00C47A75">
        <w:sdt>
          <w:sdtPr>
            <w:rPr>
              <w:rFonts w:asciiTheme="minorHAnsi" w:hAnsiTheme="minorHAnsi"/>
            </w:rPr>
            <w:id w:val="382536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</w:tcPr>
              <w:p w14:paraId="65D02329" w14:textId="1AB9DAC4" w:rsidR="00AC7432" w:rsidRDefault="009A4241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934" w:type="dxa"/>
            <w:gridSpan w:val="3"/>
          </w:tcPr>
          <w:p w14:paraId="7CE1CAF0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National</w:t>
            </w:r>
          </w:p>
        </w:tc>
        <w:sdt>
          <w:sdtPr>
            <w:rPr>
              <w:rFonts w:asciiTheme="minorHAnsi" w:hAnsiTheme="minorHAnsi"/>
            </w:rPr>
            <w:id w:val="-987709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D33515E" w14:textId="6DC0299A" w:rsidR="00AC7432" w:rsidRDefault="009A4241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766" w:type="dxa"/>
            <w:gridSpan w:val="3"/>
          </w:tcPr>
          <w:p w14:paraId="34C590D7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State wide</w:t>
            </w:r>
          </w:p>
        </w:tc>
      </w:tr>
      <w:tr w:rsidR="00AC7432" w14:paraId="04BAFA56" w14:textId="77777777" w:rsidTr="00C47A75">
        <w:sdt>
          <w:sdtPr>
            <w:rPr>
              <w:rFonts w:asciiTheme="minorHAnsi" w:hAnsiTheme="minorHAnsi"/>
            </w:rPr>
            <w:id w:val="363251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</w:tcPr>
              <w:p w14:paraId="628D74BA" w14:textId="238ACCF0" w:rsidR="00AC7432" w:rsidRDefault="009A4241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54" w:type="dxa"/>
          </w:tcPr>
          <w:p w14:paraId="67C3EABF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Regional </w:t>
            </w:r>
          </w:p>
        </w:tc>
        <w:sdt>
          <w:sdtPr>
            <w:rPr>
              <w:rFonts w:asciiTheme="minorHAnsi" w:hAnsiTheme="minorHAnsi"/>
            </w:rPr>
            <w:id w:val="479892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5" w:type="dxa"/>
              </w:tcPr>
              <w:p w14:paraId="62117FCB" w14:textId="57A7CE4B" w:rsidR="00AC7432" w:rsidRDefault="009A4241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115" w:type="dxa"/>
          </w:tcPr>
          <w:p w14:paraId="546089DA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Southern</w:t>
            </w:r>
          </w:p>
        </w:tc>
        <w:sdt>
          <w:sdtPr>
            <w:rPr>
              <w:rFonts w:asciiTheme="minorHAnsi" w:hAnsiTheme="minorHAnsi"/>
            </w:rPr>
            <w:id w:val="829403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6955ABF" w14:textId="677AFF4E" w:rsidR="00AC7432" w:rsidRDefault="009A4241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488" w:type="dxa"/>
          </w:tcPr>
          <w:p w14:paraId="7AC71019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Northern</w:t>
            </w:r>
          </w:p>
        </w:tc>
        <w:sdt>
          <w:sdtPr>
            <w:rPr>
              <w:rFonts w:asciiTheme="minorHAnsi" w:hAnsiTheme="minorHAnsi"/>
            </w:rPr>
            <w:id w:val="2102909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41C1908F" w14:textId="467F754D" w:rsidR="00AC7432" w:rsidRDefault="009A4241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822" w:type="dxa"/>
          </w:tcPr>
          <w:p w14:paraId="39D392FE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North West Coast</w:t>
            </w:r>
          </w:p>
        </w:tc>
      </w:tr>
      <w:tr w:rsidR="00AC7432" w14:paraId="064EF592" w14:textId="77777777" w:rsidTr="0023217F">
        <w:tc>
          <w:tcPr>
            <w:tcW w:w="9628" w:type="dxa"/>
            <w:gridSpan w:val="8"/>
          </w:tcPr>
          <w:p w14:paraId="1422637A" w14:textId="77777777" w:rsidR="00AC7432" w:rsidRPr="00AC7432" w:rsidRDefault="00AC7432" w:rsidP="00F755CB">
            <w:pPr>
              <w:spacing w:after="120"/>
              <w:rPr>
                <w:rFonts w:asciiTheme="minorHAnsi" w:hAnsiTheme="minorHAnsi"/>
                <w:b/>
              </w:rPr>
            </w:pPr>
            <w:r w:rsidRPr="00AC7432">
              <w:rPr>
                <w:rFonts w:asciiTheme="minorHAnsi" w:hAnsiTheme="minorHAnsi"/>
                <w:b/>
              </w:rPr>
              <w:t>Focus of the Project</w:t>
            </w:r>
          </w:p>
        </w:tc>
      </w:tr>
      <w:tr w:rsidR="00AC7432" w14:paraId="25731901" w14:textId="77777777" w:rsidTr="0097432A">
        <w:tc>
          <w:tcPr>
            <w:tcW w:w="9628" w:type="dxa"/>
            <w:gridSpan w:val="8"/>
          </w:tcPr>
          <w:p w14:paraId="1E2FA900" w14:textId="77777777" w:rsidR="00AC7432" w:rsidRPr="00E16F96" w:rsidRDefault="00AC7432" w:rsidP="00F755CB">
            <w:pPr>
              <w:spacing w:after="120"/>
              <w:rPr>
                <w:rFonts w:asciiTheme="minorHAnsi" w:hAnsiTheme="minorHAnsi"/>
                <w:i/>
              </w:rPr>
            </w:pPr>
            <w:r w:rsidRPr="00E16F96">
              <w:rPr>
                <w:rFonts w:asciiTheme="minorHAnsi" w:hAnsiTheme="minorHAnsi"/>
                <w:i/>
              </w:rPr>
              <w:t>Service Development</w:t>
            </w:r>
          </w:p>
        </w:tc>
      </w:tr>
      <w:tr w:rsidR="00AC7432" w14:paraId="21EC4388" w14:textId="77777777" w:rsidTr="00C47A75">
        <w:sdt>
          <w:sdtPr>
            <w:rPr>
              <w:rFonts w:asciiTheme="minorHAnsi" w:hAnsiTheme="minorHAnsi"/>
            </w:rPr>
            <w:id w:val="-432823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</w:tcPr>
              <w:p w14:paraId="4B92F116" w14:textId="2D8CC073" w:rsidR="00AC7432" w:rsidRDefault="009A4241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54" w:type="dxa"/>
          </w:tcPr>
          <w:p w14:paraId="5F37BBE5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Resource Acquisition </w:t>
            </w:r>
          </w:p>
        </w:tc>
        <w:sdt>
          <w:sdtPr>
            <w:rPr>
              <w:rFonts w:asciiTheme="minorHAnsi" w:hAnsiTheme="minorHAnsi"/>
            </w:rPr>
            <w:id w:val="1202820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5" w:type="dxa"/>
              </w:tcPr>
              <w:p w14:paraId="78303766" w14:textId="72364932" w:rsidR="00AC7432" w:rsidRDefault="009A4241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62" w:type="dxa"/>
            <w:gridSpan w:val="3"/>
          </w:tcPr>
          <w:p w14:paraId="6CCA43E1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Policy Development</w:t>
            </w:r>
          </w:p>
        </w:tc>
        <w:sdt>
          <w:sdtPr>
            <w:rPr>
              <w:rFonts w:asciiTheme="minorHAnsi" w:hAnsiTheme="minorHAnsi"/>
            </w:rPr>
            <w:id w:val="-123466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69B0A72" w14:textId="31D3E2AE" w:rsidR="00AC7432" w:rsidRDefault="00C47A75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822" w:type="dxa"/>
          </w:tcPr>
          <w:p w14:paraId="24EC8D0F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Improved Service Delivery</w:t>
            </w:r>
          </w:p>
        </w:tc>
      </w:tr>
      <w:tr w:rsidR="00AC7432" w14:paraId="6C284E83" w14:textId="77777777" w:rsidTr="00B02387">
        <w:tc>
          <w:tcPr>
            <w:tcW w:w="9628" w:type="dxa"/>
            <w:gridSpan w:val="8"/>
          </w:tcPr>
          <w:p w14:paraId="7FE76C07" w14:textId="77777777" w:rsidR="00AC7432" w:rsidRPr="00E16F96" w:rsidRDefault="00AC7432" w:rsidP="00F755CB">
            <w:pPr>
              <w:spacing w:after="120"/>
              <w:rPr>
                <w:rFonts w:asciiTheme="minorHAnsi" w:hAnsiTheme="minorHAnsi"/>
                <w:i/>
              </w:rPr>
            </w:pPr>
            <w:r w:rsidRPr="00E16F96">
              <w:rPr>
                <w:rFonts w:asciiTheme="minorHAnsi" w:hAnsiTheme="minorHAnsi"/>
                <w:i/>
              </w:rPr>
              <w:t>Education</w:t>
            </w:r>
          </w:p>
        </w:tc>
      </w:tr>
      <w:tr w:rsidR="00AC7432" w14:paraId="7A4E5C0E" w14:textId="77777777" w:rsidTr="00C47A75">
        <w:sdt>
          <w:sdtPr>
            <w:rPr>
              <w:rFonts w:asciiTheme="minorHAnsi" w:hAnsiTheme="minorHAnsi"/>
            </w:rPr>
            <w:id w:val="1163356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</w:tcPr>
              <w:p w14:paraId="6158EF19" w14:textId="2CEAB880" w:rsidR="00AC7432" w:rsidRDefault="00C47A75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54" w:type="dxa"/>
          </w:tcPr>
          <w:p w14:paraId="2BD9877F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Raising Awareness</w:t>
            </w:r>
          </w:p>
        </w:tc>
        <w:sdt>
          <w:sdtPr>
            <w:rPr>
              <w:rFonts w:asciiTheme="minorHAnsi" w:hAnsiTheme="minorHAnsi"/>
            </w:rPr>
            <w:id w:val="-1729451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5" w:type="dxa"/>
              </w:tcPr>
              <w:p w14:paraId="532FDED0" w14:textId="41B3A9D8" w:rsidR="00AC7432" w:rsidRDefault="00C47A75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62" w:type="dxa"/>
            <w:gridSpan w:val="3"/>
          </w:tcPr>
          <w:p w14:paraId="6E83BCEF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Skill Development</w:t>
            </w:r>
          </w:p>
        </w:tc>
        <w:sdt>
          <w:sdtPr>
            <w:rPr>
              <w:rFonts w:asciiTheme="minorHAnsi" w:hAnsiTheme="minorHAnsi"/>
            </w:rPr>
            <w:id w:val="-107195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4EF401D4" w14:textId="5448537E" w:rsidR="00AC7432" w:rsidRDefault="00C47A75" w:rsidP="00F755CB">
                <w:pPr>
                  <w:spacing w:after="120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822" w:type="dxa"/>
          </w:tcPr>
          <w:p w14:paraId="01F6F62A" w14:textId="77777777" w:rsidR="00AC7432" w:rsidRDefault="00AC7432" w:rsidP="00F755C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Changing Behaviour</w:t>
            </w:r>
          </w:p>
        </w:tc>
      </w:tr>
      <w:tr w:rsidR="00AC7432" w14:paraId="339C8679" w14:textId="77777777" w:rsidTr="00D553A4">
        <w:tc>
          <w:tcPr>
            <w:tcW w:w="9628" w:type="dxa"/>
            <w:gridSpan w:val="8"/>
          </w:tcPr>
          <w:p w14:paraId="2B2E8B23" w14:textId="77777777" w:rsidR="00AC7432" w:rsidRPr="00E16F96" w:rsidRDefault="00E16F96" w:rsidP="00F755CB">
            <w:pPr>
              <w:spacing w:after="120"/>
              <w:rPr>
                <w:rFonts w:asciiTheme="minorHAnsi" w:hAnsiTheme="minorHAnsi"/>
                <w:i/>
              </w:rPr>
            </w:pPr>
            <w:r w:rsidRPr="00E16F96">
              <w:rPr>
                <w:rFonts w:asciiTheme="minorHAnsi" w:hAnsiTheme="minorHAnsi"/>
                <w:i/>
              </w:rPr>
              <w:t>Research</w:t>
            </w:r>
          </w:p>
        </w:tc>
      </w:tr>
      <w:tr w:rsidR="00C47A75" w14:paraId="50B5B324" w14:textId="77777777" w:rsidTr="009D3F2B">
        <w:tc>
          <w:tcPr>
            <w:tcW w:w="9628" w:type="dxa"/>
            <w:gridSpan w:val="8"/>
          </w:tcPr>
          <w:p w14:paraId="19E7124C" w14:textId="50CFD8E3" w:rsidR="00C47A75" w:rsidRDefault="00C47A75" w:rsidP="008949C6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  <w:r w:rsidRPr="00AC7432">
              <w:rPr>
                <w:rFonts w:asciiTheme="minorHAnsi" w:hAnsiTheme="minorHAnsi"/>
              </w:rPr>
              <w:t>lease note that no funding will be transferred to research projects until written evidence of approp</w:t>
            </w:r>
            <w:r>
              <w:rPr>
                <w:rFonts w:asciiTheme="minorHAnsi" w:hAnsiTheme="minorHAnsi"/>
              </w:rPr>
              <w:t xml:space="preserve">riate ethics </w:t>
            </w:r>
            <w:r w:rsidR="008949C6">
              <w:rPr>
                <w:rFonts w:asciiTheme="minorHAnsi" w:hAnsiTheme="minorHAnsi"/>
              </w:rPr>
              <w:t xml:space="preserve">approval has </w:t>
            </w:r>
            <w:bookmarkStart w:id="0" w:name="_GoBack"/>
            <w:bookmarkEnd w:id="0"/>
            <w:r w:rsidR="008949C6">
              <w:rPr>
                <w:rFonts w:asciiTheme="minorHAnsi" w:hAnsiTheme="minorHAnsi"/>
              </w:rPr>
              <w:t xml:space="preserve">been received by the researcher for the research project. </w:t>
            </w:r>
          </w:p>
        </w:tc>
      </w:tr>
    </w:tbl>
    <w:p w14:paraId="05E304FB" w14:textId="77777777" w:rsidR="007D4D35" w:rsidRDefault="007D4D35" w:rsidP="00F755CB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0A49F88A" w14:textId="4D1A52B0" w:rsidR="00366BC1" w:rsidRDefault="00366BC1" w:rsidP="00F755CB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Project Team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3119"/>
        <w:gridCol w:w="3679"/>
      </w:tblGrid>
      <w:tr w:rsidR="00366BC1" w14:paraId="3CD11AC1" w14:textId="77777777" w:rsidTr="00366BC1">
        <w:tc>
          <w:tcPr>
            <w:tcW w:w="9628" w:type="dxa"/>
            <w:gridSpan w:val="3"/>
          </w:tcPr>
          <w:p w14:paraId="52D08AFE" w14:textId="77777777" w:rsidR="00366BC1" w:rsidRDefault="00366BC1" w:rsidP="00F755C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Project Manager (include experience in this area):</w:t>
            </w:r>
          </w:p>
          <w:sdt>
            <w:sdtPr>
              <w:rPr>
                <w:rFonts w:asciiTheme="minorHAnsi" w:hAnsiTheme="minorHAnsi"/>
              </w:rPr>
              <w:id w:val="-353032279"/>
              <w:placeholder>
                <w:docPart w:val="6F4C4448D6FE422BA8029EAD90C22917"/>
              </w:placeholder>
              <w:showingPlcHdr/>
              <w:text w:multiLine="1"/>
            </w:sdtPr>
            <w:sdtEndPr/>
            <w:sdtContent>
              <w:p w14:paraId="25710958" w14:textId="6D04E9F3" w:rsidR="00366BC1" w:rsidRPr="00C47A75" w:rsidRDefault="00C47A75" w:rsidP="00F755CB">
                <w:pPr>
                  <w:rPr>
                    <w:rFonts w:asciiTheme="minorHAnsi" w:hAnsiTheme="minorHAnsi"/>
                  </w:rPr>
                </w:pPr>
                <w:r w:rsidRPr="00C47A75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14:paraId="352DE5AE" w14:textId="77777777" w:rsidR="00366BC1" w:rsidRDefault="00366BC1" w:rsidP="00F755CB">
            <w:pPr>
              <w:rPr>
                <w:rFonts w:asciiTheme="minorHAnsi" w:hAnsiTheme="minorHAnsi"/>
                <w:b/>
              </w:rPr>
            </w:pPr>
          </w:p>
        </w:tc>
      </w:tr>
      <w:tr w:rsidR="00366BC1" w14:paraId="46A00E13" w14:textId="77777777" w:rsidTr="00366BC1">
        <w:trPr>
          <w:trHeight w:val="60"/>
        </w:trPr>
        <w:tc>
          <w:tcPr>
            <w:tcW w:w="2830" w:type="dxa"/>
          </w:tcPr>
          <w:p w14:paraId="3CFC3016" w14:textId="77777777" w:rsidR="00366BC1" w:rsidRDefault="00366BC1" w:rsidP="00F755C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Team Members</w:t>
            </w:r>
          </w:p>
        </w:tc>
        <w:tc>
          <w:tcPr>
            <w:tcW w:w="3119" w:type="dxa"/>
          </w:tcPr>
          <w:p w14:paraId="31CD8AE5" w14:textId="77777777" w:rsidR="00366BC1" w:rsidRDefault="00366BC1" w:rsidP="00F755C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Organisation</w:t>
            </w:r>
          </w:p>
        </w:tc>
        <w:tc>
          <w:tcPr>
            <w:tcW w:w="3679" w:type="dxa"/>
          </w:tcPr>
          <w:p w14:paraId="355630EF" w14:textId="77777777" w:rsidR="00366BC1" w:rsidRDefault="00366BC1" w:rsidP="00F755C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Participation Hours (Per Week)</w:t>
            </w:r>
          </w:p>
        </w:tc>
      </w:tr>
      <w:tr w:rsidR="00366BC1" w:rsidRPr="00C47A75" w14:paraId="7477237E" w14:textId="77777777" w:rsidTr="00366BC1">
        <w:trPr>
          <w:trHeight w:val="60"/>
        </w:trPr>
        <w:sdt>
          <w:sdtPr>
            <w:rPr>
              <w:rFonts w:asciiTheme="minorHAnsi" w:hAnsiTheme="minorHAnsi"/>
            </w:rPr>
            <w:id w:val="-571353921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830" w:type="dxa"/>
              </w:tcPr>
              <w:p w14:paraId="0548D329" w14:textId="1A2BCD2D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2057617219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119" w:type="dxa"/>
              </w:tcPr>
              <w:p w14:paraId="55D980B8" w14:textId="75EAA406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952371124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679" w:type="dxa"/>
              </w:tcPr>
              <w:p w14:paraId="142BEEDC" w14:textId="70ADFC37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366BC1" w:rsidRPr="00C47A75" w14:paraId="29EAFF16" w14:textId="77777777" w:rsidTr="00366BC1">
        <w:trPr>
          <w:trHeight w:val="60"/>
        </w:trPr>
        <w:sdt>
          <w:sdtPr>
            <w:rPr>
              <w:rFonts w:asciiTheme="minorHAnsi" w:hAnsiTheme="minorHAnsi"/>
            </w:rPr>
            <w:id w:val="444895668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830" w:type="dxa"/>
              </w:tcPr>
              <w:p w14:paraId="1999941C" w14:textId="261802B6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53650787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119" w:type="dxa"/>
              </w:tcPr>
              <w:p w14:paraId="33D3A90D" w14:textId="3A7058F1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733269637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679" w:type="dxa"/>
              </w:tcPr>
              <w:p w14:paraId="5A091803" w14:textId="2486533A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366BC1" w:rsidRPr="00C47A75" w14:paraId="47ED785F" w14:textId="77777777" w:rsidTr="00366BC1">
        <w:trPr>
          <w:trHeight w:val="60"/>
        </w:trPr>
        <w:sdt>
          <w:sdtPr>
            <w:rPr>
              <w:rFonts w:asciiTheme="minorHAnsi" w:hAnsiTheme="minorHAnsi"/>
            </w:rPr>
            <w:id w:val="233832733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830" w:type="dxa"/>
              </w:tcPr>
              <w:p w14:paraId="3748BA39" w14:textId="044E8CB4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60647037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119" w:type="dxa"/>
              </w:tcPr>
              <w:p w14:paraId="7C1CDE44" w14:textId="18FC86EB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61994488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679" w:type="dxa"/>
              </w:tcPr>
              <w:p w14:paraId="7A87D46E" w14:textId="7F7A3F39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366BC1" w:rsidRPr="00C47A75" w14:paraId="4405688E" w14:textId="77777777" w:rsidTr="00366BC1">
        <w:trPr>
          <w:trHeight w:val="60"/>
        </w:trPr>
        <w:sdt>
          <w:sdtPr>
            <w:rPr>
              <w:rFonts w:asciiTheme="minorHAnsi" w:hAnsiTheme="minorHAnsi"/>
            </w:rPr>
            <w:id w:val="-415177833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830" w:type="dxa"/>
              </w:tcPr>
              <w:p w14:paraId="7C2FAA73" w14:textId="75FFC81F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466902307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119" w:type="dxa"/>
              </w:tcPr>
              <w:p w14:paraId="4BAB0B17" w14:textId="74E54B2E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433702018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679" w:type="dxa"/>
              </w:tcPr>
              <w:p w14:paraId="7BD5615F" w14:textId="3AAD3509" w:rsidR="00366BC1" w:rsidRPr="00C47A75" w:rsidRDefault="00314259" w:rsidP="00314259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</w:tbl>
    <w:p w14:paraId="1E88F0EC" w14:textId="77777777" w:rsidR="00366BC1" w:rsidRDefault="00366BC1" w:rsidP="00F755CB">
      <w:pPr>
        <w:rPr>
          <w:rFonts w:asciiTheme="minorHAnsi" w:hAnsiTheme="minorHAnsi"/>
          <w:b/>
        </w:rPr>
      </w:pPr>
    </w:p>
    <w:p w14:paraId="068F3F57" w14:textId="5A386DE5" w:rsidR="00F755CB" w:rsidRPr="00E16F96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  <w:b/>
        </w:rPr>
        <w:t>Project Outline:</w:t>
      </w:r>
    </w:p>
    <w:p w14:paraId="407DA986" w14:textId="77777777" w:rsidR="00F755CB" w:rsidRDefault="00B91623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 xml:space="preserve">Give a </w:t>
      </w:r>
      <w:r w:rsidR="00A540F1">
        <w:rPr>
          <w:rFonts w:asciiTheme="minorHAnsi" w:hAnsiTheme="minorHAnsi"/>
        </w:rPr>
        <w:t xml:space="preserve">detailed </w:t>
      </w:r>
      <w:r w:rsidR="005407FE" w:rsidRPr="00B838A9">
        <w:rPr>
          <w:rFonts w:asciiTheme="minorHAnsi" w:hAnsiTheme="minorHAnsi"/>
        </w:rPr>
        <w:t>description</w:t>
      </w:r>
      <w:r w:rsidRPr="00B838A9">
        <w:rPr>
          <w:rFonts w:asciiTheme="minorHAnsi" w:hAnsiTheme="minorHAnsi"/>
        </w:rPr>
        <w:t xml:space="preserve"> of the project. </w:t>
      </w:r>
      <w:r w:rsidR="00F755CB" w:rsidRPr="00B838A9">
        <w:rPr>
          <w:rFonts w:asciiTheme="minorHAnsi" w:hAnsiTheme="minorHAnsi"/>
        </w:rPr>
        <w:t>What will be the outcome/s of the project and when will it be achieved by?</w:t>
      </w:r>
      <w:r w:rsidR="00A46CC9">
        <w:rPr>
          <w:rFonts w:asciiTheme="minorHAnsi" w:hAnsiTheme="minorHAnsi"/>
        </w:rPr>
        <w:t xml:space="preserve"> What benefit will the project provide to the MAIB and/or MAIB claimants?</w:t>
      </w:r>
    </w:p>
    <w:p w14:paraId="2EB2CEBC" w14:textId="77777777" w:rsidR="00C47A75" w:rsidRPr="00C47A75" w:rsidRDefault="00C47A75" w:rsidP="00F755CB">
      <w:pPr>
        <w:rPr>
          <w:rFonts w:asciiTheme="minorHAnsi" w:hAnsiTheme="minorHAnsi"/>
        </w:rPr>
      </w:pPr>
    </w:p>
    <w:sdt>
      <w:sdtPr>
        <w:rPr>
          <w:rFonts w:asciiTheme="minorHAnsi" w:hAnsiTheme="minorHAnsi"/>
        </w:rPr>
        <w:id w:val="-1075274878"/>
        <w:placeholder>
          <w:docPart w:val="EA33C89FFBF24915A19DF1F6A59837EE"/>
        </w:placeholder>
        <w:showingPlcHdr/>
        <w:text w:multiLine="1"/>
      </w:sdtPr>
      <w:sdtEndPr/>
      <w:sdtContent>
        <w:p w14:paraId="2FDD4702" w14:textId="181213BF" w:rsidR="00F755CB" w:rsidRPr="00C47A75" w:rsidRDefault="009602EF" w:rsidP="009602EF">
          <w:pPr>
            <w:rPr>
              <w:rFonts w:asciiTheme="minorHAnsi" w:hAnsiTheme="minorHAnsi"/>
            </w:rPr>
          </w:pPr>
          <w:r w:rsidRPr="00C47A75">
            <w:rPr>
              <w:rFonts w:eastAsiaTheme="minorHAnsi"/>
            </w:rPr>
            <w:t>Click here to enter text.</w:t>
          </w:r>
        </w:p>
      </w:sdtContent>
    </w:sdt>
    <w:p w14:paraId="2C244429" w14:textId="77777777" w:rsidR="00B838A9" w:rsidRDefault="00B838A9" w:rsidP="00F755CB">
      <w:pPr>
        <w:rPr>
          <w:rFonts w:asciiTheme="minorHAnsi" w:hAnsiTheme="minorHAnsi"/>
          <w:b/>
        </w:rPr>
      </w:pPr>
    </w:p>
    <w:p w14:paraId="06579AD6" w14:textId="77777777" w:rsidR="00F755CB" w:rsidRPr="00B838A9" w:rsidRDefault="00F755CB" w:rsidP="00F755CB">
      <w:pPr>
        <w:rPr>
          <w:rFonts w:asciiTheme="minorHAnsi" w:hAnsiTheme="minorHAnsi"/>
          <w:b/>
        </w:rPr>
      </w:pPr>
      <w:r w:rsidRPr="00B838A9">
        <w:rPr>
          <w:rFonts w:asciiTheme="minorHAnsi" w:hAnsiTheme="minorHAnsi"/>
          <w:b/>
        </w:rPr>
        <w:t>Rationale:</w:t>
      </w:r>
    </w:p>
    <w:p w14:paraId="69DBB139" w14:textId="1FC41C42" w:rsidR="00505008" w:rsidRPr="00505008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>Why is this project needed?</w:t>
      </w:r>
      <w:r w:rsidR="00C47A75">
        <w:rPr>
          <w:rFonts w:asciiTheme="minorHAnsi" w:hAnsiTheme="minorHAnsi"/>
        </w:rPr>
        <w:t xml:space="preserve"> </w:t>
      </w:r>
    </w:p>
    <w:p w14:paraId="2C2ABB5D" w14:textId="4D30FA63" w:rsidR="00F755CB" w:rsidRDefault="00A84156" w:rsidP="00F755CB">
      <w:pPr>
        <w:spacing w:after="120"/>
        <w:rPr>
          <w:rFonts w:asciiTheme="minorHAnsi" w:hAnsiTheme="minorHAnsi"/>
        </w:rPr>
      </w:pPr>
      <w:r w:rsidRPr="00B838A9">
        <w:rPr>
          <w:rFonts w:asciiTheme="minorHAnsi" w:hAnsiTheme="minorHAnsi"/>
        </w:rPr>
        <w:t xml:space="preserve">Are there other like projects existing in Tasmania? </w:t>
      </w:r>
      <w:r w:rsidR="00D353F5" w:rsidRPr="00B838A9">
        <w:rPr>
          <w:rFonts w:asciiTheme="minorHAnsi" w:hAnsiTheme="minorHAnsi"/>
        </w:rPr>
        <w:t>How does your project differ from other like projects?</w:t>
      </w:r>
    </w:p>
    <w:p w14:paraId="1CB1CA9B" w14:textId="77777777" w:rsidR="00C47A75" w:rsidRPr="00C47A75" w:rsidRDefault="00C47A75" w:rsidP="00F755CB">
      <w:pPr>
        <w:spacing w:after="120"/>
        <w:rPr>
          <w:rFonts w:asciiTheme="minorHAnsi" w:hAnsiTheme="minorHAnsi"/>
        </w:rPr>
      </w:pPr>
    </w:p>
    <w:sdt>
      <w:sdtPr>
        <w:rPr>
          <w:rFonts w:asciiTheme="minorHAnsi" w:hAnsiTheme="minorHAnsi"/>
        </w:rPr>
        <w:id w:val="1890922644"/>
        <w:placeholder>
          <w:docPart w:val="48EE08C048334A9FBCECF3CE659EDC11"/>
        </w:placeholder>
        <w:showingPlcHdr/>
        <w:text w:multiLine="1"/>
      </w:sdtPr>
      <w:sdtEndPr/>
      <w:sdtContent>
        <w:p w14:paraId="7E62A896" w14:textId="7A4D0569" w:rsidR="00F755CB" w:rsidRPr="00C47A75" w:rsidRDefault="00C47A75" w:rsidP="00F755CB">
          <w:pPr>
            <w:spacing w:after="120"/>
            <w:rPr>
              <w:rFonts w:asciiTheme="minorHAnsi" w:hAnsiTheme="minorHAnsi"/>
            </w:rPr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759A7326" w14:textId="77777777" w:rsidR="00F755CB" w:rsidRPr="00C47A75" w:rsidRDefault="00F755CB" w:rsidP="00F755CB">
      <w:pPr>
        <w:spacing w:after="120"/>
        <w:rPr>
          <w:rFonts w:asciiTheme="minorHAnsi" w:hAnsiTheme="minorHAnsi"/>
        </w:rPr>
      </w:pPr>
    </w:p>
    <w:p w14:paraId="41406ED1" w14:textId="77777777" w:rsidR="00F755CB" w:rsidRPr="00B838A9" w:rsidRDefault="00F755CB" w:rsidP="00F755CB">
      <w:pPr>
        <w:rPr>
          <w:rFonts w:asciiTheme="minorHAnsi" w:hAnsiTheme="minorHAnsi"/>
          <w:b/>
        </w:rPr>
      </w:pPr>
      <w:r w:rsidRPr="00B838A9">
        <w:rPr>
          <w:rFonts w:asciiTheme="minorHAnsi" w:hAnsiTheme="minorHAnsi"/>
          <w:b/>
        </w:rPr>
        <w:t>Objectives:</w:t>
      </w:r>
    </w:p>
    <w:p w14:paraId="5FE8250F" w14:textId="77777777" w:rsidR="00F755CB" w:rsidRPr="00B838A9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>What are the objectives and how will these objectives be achieved?</w:t>
      </w:r>
    </w:p>
    <w:p w14:paraId="67E2A82F" w14:textId="2581AAE3" w:rsidR="00F755CB" w:rsidRPr="00B838A9" w:rsidRDefault="00F755CB" w:rsidP="00F755CB">
      <w:pPr>
        <w:spacing w:after="120"/>
        <w:rPr>
          <w:rFonts w:asciiTheme="minorHAnsi" w:hAnsiTheme="minorHAnsi"/>
          <w:b/>
        </w:rPr>
      </w:pPr>
      <w:r w:rsidRPr="00B838A9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-1997643288"/>
          <w:placeholder>
            <w:docPart w:val="191382AD69374D97A2DAD636CD6574D4"/>
          </w:placeholder>
          <w:showingPlcHdr/>
          <w:text w:multiLine="1"/>
        </w:sdtPr>
        <w:sdtEndPr/>
        <w:sdtContent>
          <w:r w:rsidR="00C47A75" w:rsidRPr="00FD3EBD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7D5AF6F3" w14:textId="77777777" w:rsidR="00F755CB" w:rsidRPr="00C47A75" w:rsidRDefault="00F755CB" w:rsidP="00F755CB">
      <w:pPr>
        <w:spacing w:after="120"/>
        <w:rPr>
          <w:rFonts w:asciiTheme="minorHAnsi" w:hAnsiTheme="minorHAnsi"/>
        </w:rPr>
      </w:pPr>
    </w:p>
    <w:p w14:paraId="25C0CD5A" w14:textId="77777777" w:rsidR="00F755CB" w:rsidRPr="00B838A9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br w:type="page"/>
      </w:r>
    </w:p>
    <w:p w14:paraId="7092BFF2" w14:textId="77777777" w:rsidR="00F755CB" w:rsidRPr="00B838A9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  <w:b/>
        </w:rPr>
        <w:lastRenderedPageBreak/>
        <w:t xml:space="preserve">Estimated Costs: </w:t>
      </w:r>
      <w:r w:rsidRPr="00B838A9">
        <w:rPr>
          <w:rFonts w:asciiTheme="minorHAnsi" w:hAnsiTheme="minorHAnsi"/>
        </w:rPr>
        <w:t xml:space="preserve">(what are the expected costs of the project?) </w:t>
      </w:r>
    </w:p>
    <w:p w14:paraId="48DAA757" w14:textId="77777777" w:rsidR="00F755CB" w:rsidRPr="00B838A9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>Please attach additional page/s if insufficient space available.</w:t>
      </w:r>
    </w:p>
    <w:p w14:paraId="07529B56" w14:textId="77777777" w:rsidR="00A46CC9" w:rsidRDefault="00A46CC9" w:rsidP="00F755CB">
      <w:pPr>
        <w:rPr>
          <w:rFonts w:asciiTheme="minorHAnsi" w:hAnsiTheme="minorHAnsi"/>
          <w:sz w:val="18"/>
          <w:szCs w:val="18"/>
        </w:rPr>
      </w:pPr>
    </w:p>
    <w:p w14:paraId="071DE6D8" w14:textId="50EE0E89" w:rsidR="00B91623" w:rsidRPr="00766EF3" w:rsidRDefault="00416BB7" w:rsidP="00F755CB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The funding amount is </w:t>
      </w:r>
      <w:r w:rsidR="00A46CC9" w:rsidRPr="00766EF3">
        <w:rPr>
          <w:rFonts w:asciiTheme="minorHAnsi" w:hAnsiTheme="minorHAnsi"/>
          <w:b/>
        </w:rPr>
        <w:t>exclusive of GST.</w:t>
      </w:r>
    </w:p>
    <w:p w14:paraId="212DB394" w14:textId="77777777" w:rsidR="00A46CC9" w:rsidRPr="00B838A9" w:rsidRDefault="00A46CC9" w:rsidP="00F755CB">
      <w:pPr>
        <w:rPr>
          <w:rFonts w:asciiTheme="minorHAnsi" w:hAnsiTheme="minorHAnsi"/>
        </w:rPr>
      </w:pPr>
    </w:p>
    <w:p w14:paraId="714EF6B3" w14:textId="5D0EECEB" w:rsidR="00B91623" w:rsidRPr="00B838A9" w:rsidRDefault="00B91623" w:rsidP="00B91623">
      <w:pPr>
        <w:rPr>
          <w:rFonts w:asciiTheme="minorHAnsi" w:hAnsiTheme="minorHAnsi"/>
          <w:b/>
        </w:rPr>
      </w:pPr>
      <w:r w:rsidRPr="00B838A9">
        <w:rPr>
          <w:rFonts w:asciiTheme="minorHAnsi" w:hAnsiTheme="minorHAnsi"/>
          <w:b/>
        </w:rPr>
        <w:t xml:space="preserve">If the purchase of equipment is required please include quotes </w:t>
      </w:r>
      <w:r w:rsidR="009F40D8">
        <w:rPr>
          <w:rFonts w:asciiTheme="minorHAnsi" w:hAnsiTheme="minorHAnsi"/>
          <w:b/>
        </w:rPr>
        <w:t xml:space="preserve">(at least two if over $5,000) </w:t>
      </w:r>
      <w:r w:rsidRPr="00B838A9">
        <w:rPr>
          <w:rFonts w:asciiTheme="minorHAnsi" w:hAnsiTheme="minorHAnsi"/>
          <w:b/>
        </w:rPr>
        <w:t xml:space="preserve">with your application as well as details of the item to be purchased. </w:t>
      </w:r>
    </w:p>
    <w:p w14:paraId="7D5B2B3B" w14:textId="77777777" w:rsidR="00F755CB" w:rsidRPr="00B838A9" w:rsidRDefault="00F755CB" w:rsidP="00F755CB">
      <w:pPr>
        <w:spacing w:before="40" w:after="40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  <w:gridCol w:w="3095"/>
        <w:gridCol w:w="3096"/>
      </w:tblGrid>
      <w:tr w:rsidR="00F755CB" w:rsidRPr="00B838A9" w14:paraId="642261E4" w14:textId="77777777" w:rsidTr="00A84156">
        <w:tc>
          <w:tcPr>
            <w:tcW w:w="2987" w:type="dxa"/>
          </w:tcPr>
          <w:p w14:paraId="2D968087" w14:textId="77777777" w:rsidR="00F755CB" w:rsidRPr="00B838A9" w:rsidRDefault="00F755CB" w:rsidP="00A84156">
            <w:pPr>
              <w:spacing w:before="40" w:after="4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Item</w:t>
            </w:r>
          </w:p>
        </w:tc>
        <w:tc>
          <w:tcPr>
            <w:tcW w:w="3095" w:type="dxa"/>
          </w:tcPr>
          <w:p w14:paraId="01CD8BE5" w14:textId="77777777" w:rsidR="00F755CB" w:rsidRPr="00B838A9" w:rsidRDefault="00F755CB" w:rsidP="00A84156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Project Costs</w:t>
            </w:r>
          </w:p>
          <w:p w14:paraId="457C834B" w14:textId="77777777" w:rsidR="00F755CB" w:rsidRPr="00B838A9" w:rsidRDefault="00F755CB" w:rsidP="00A84156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</w:p>
          <w:p w14:paraId="54C5A971" w14:textId="77777777" w:rsidR="00F755CB" w:rsidRPr="00B838A9" w:rsidRDefault="00F755CB" w:rsidP="00A84156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$</w:t>
            </w:r>
          </w:p>
        </w:tc>
        <w:tc>
          <w:tcPr>
            <w:tcW w:w="3096" w:type="dxa"/>
          </w:tcPr>
          <w:p w14:paraId="3E0232B0" w14:textId="77777777" w:rsidR="00F755CB" w:rsidRPr="00B838A9" w:rsidRDefault="00F755CB" w:rsidP="00A84156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In-kin</w:t>
            </w:r>
            <w:r w:rsidR="00A56EFE" w:rsidRPr="00B838A9">
              <w:rPr>
                <w:rFonts w:asciiTheme="minorHAnsi" w:hAnsiTheme="minorHAnsi"/>
                <w:b/>
              </w:rPr>
              <w:t>d or funding from other sources</w:t>
            </w:r>
          </w:p>
          <w:p w14:paraId="755F4D38" w14:textId="77777777" w:rsidR="00F755CB" w:rsidRPr="00B838A9" w:rsidRDefault="00F755CB" w:rsidP="00A84156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$</w:t>
            </w:r>
          </w:p>
        </w:tc>
      </w:tr>
      <w:tr w:rsidR="00F755CB" w:rsidRPr="00B838A9" w14:paraId="574B3953" w14:textId="77777777" w:rsidTr="00A84156">
        <w:tc>
          <w:tcPr>
            <w:tcW w:w="9178" w:type="dxa"/>
            <w:gridSpan w:val="3"/>
          </w:tcPr>
          <w:p w14:paraId="16124E1C" w14:textId="77777777" w:rsidR="00F755CB" w:rsidRPr="00B838A9" w:rsidRDefault="00F755CB" w:rsidP="00A84156">
            <w:pPr>
              <w:spacing w:before="40" w:after="4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Salary including On-costs (Award / Level,  Hours / Week)</w:t>
            </w:r>
          </w:p>
        </w:tc>
      </w:tr>
      <w:tr w:rsidR="00F755CB" w:rsidRPr="00C47A75" w14:paraId="340B7686" w14:textId="77777777" w:rsidTr="00A84156">
        <w:sdt>
          <w:sdtPr>
            <w:rPr>
              <w:rFonts w:asciiTheme="minorHAnsi" w:hAnsiTheme="minorHAnsi"/>
            </w:rPr>
            <w:id w:val="1397400358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7BE304FB" w14:textId="1D4CD174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939199695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4F431D99" w14:textId="478AA315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025630221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5CD35FB4" w14:textId="1A62B57C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42F209E7" w14:textId="77777777" w:rsidTr="00A84156">
        <w:sdt>
          <w:sdtPr>
            <w:rPr>
              <w:rFonts w:asciiTheme="minorHAnsi" w:hAnsiTheme="minorHAnsi"/>
            </w:rPr>
            <w:id w:val="-1635021165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36CECF5E" w14:textId="50ABF5F0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2095126125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36F61713" w14:textId="691E8557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328414839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19E00A26" w14:textId="716268C9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5DD7AA78" w14:textId="77777777" w:rsidTr="00A84156">
        <w:sdt>
          <w:sdtPr>
            <w:rPr>
              <w:rFonts w:asciiTheme="minorHAnsi" w:hAnsiTheme="minorHAnsi"/>
            </w:rPr>
            <w:id w:val="-764693293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5A72C24D" w14:textId="32645E7D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932086908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7F94E693" w14:textId="24089493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458259773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0E5E971B" w14:textId="3A9787DC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59C25AFF" w14:textId="77777777" w:rsidTr="00A84156">
        <w:sdt>
          <w:sdtPr>
            <w:rPr>
              <w:rFonts w:asciiTheme="minorHAnsi" w:hAnsiTheme="minorHAnsi"/>
            </w:rPr>
            <w:id w:val="1288317249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35B39842" w14:textId="2183B4EE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833872111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45E4ED93" w14:textId="41D6B161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216539791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7A7AF2D2" w14:textId="23058D3B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68DF98DE" w14:textId="77777777" w:rsidTr="00A84156">
        <w:tc>
          <w:tcPr>
            <w:tcW w:w="2987" w:type="dxa"/>
          </w:tcPr>
          <w:p w14:paraId="1029DA75" w14:textId="77777777" w:rsidR="00F755CB" w:rsidRPr="00C47A75" w:rsidRDefault="00F755CB" w:rsidP="00A84156">
            <w:pPr>
              <w:spacing w:before="40" w:after="40"/>
              <w:rPr>
                <w:rFonts w:asciiTheme="minorHAnsi" w:hAnsiTheme="minorHAnsi"/>
              </w:rPr>
            </w:pPr>
          </w:p>
        </w:tc>
        <w:tc>
          <w:tcPr>
            <w:tcW w:w="3095" w:type="dxa"/>
          </w:tcPr>
          <w:p w14:paraId="30AE6A9C" w14:textId="77777777" w:rsidR="00F755CB" w:rsidRPr="00C47A75" w:rsidRDefault="00F755CB" w:rsidP="00A84156">
            <w:pPr>
              <w:spacing w:before="40" w:after="40"/>
              <w:rPr>
                <w:rFonts w:asciiTheme="minorHAnsi" w:hAnsiTheme="minorHAnsi"/>
              </w:rPr>
            </w:pPr>
          </w:p>
        </w:tc>
        <w:tc>
          <w:tcPr>
            <w:tcW w:w="3096" w:type="dxa"/>
          </w:tcPr>
          <w:p w14:paraId="2E3CADAD" w14:textId="77777777" w:rsidR="00F755CB" w:rsidRPr="00C47A75" w:rsidRDefault="00F755CB" w:rsidP="00A84156">
            <w:pPr>
              <w:spacing w:before="40" w:after="40"/>
              <w:rPr>
                <w:rFonts w:asciiTheme="minorHAnsi" w:hAnsiTheme="minorHAnsi"/>
              </w:rPr>
            </w:pPr>
          </w:p>
        </w:tc>
      </w:tr>
      <w:tr w:rsidR="00F755CB" w:rsidRPr="00B838A9" w14:paraId="27963A03" w14:textId="77777777" w:rsidTr="00A84156">
        <w:tc>
          <w:tcPr>
            <w:tcW w:w="9178" w:type="dxa"/>
            <w:gridSpan w:val="3"/>
          </w:tcPr>
          <w:p w14:paraId="64F86060" w14:textId="77777777" w:rsidR="00F755CB" w:rsidRPr="00B838A9" w:rsidRDefault="00F755CB" w:rsidP="00A84156">
            <w:pPr>
              <w:spacing w:before="40" w:after="4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>Operational Costs</w:t>
            </w:r>
          </w:p>
        </w:tc>
      </w:tr>
      <w:tr w:rsidR="00F755CB" w:rsidRPr="00C47A75" w14:paraId="11785261" w14:textId="77777777" w:rsidTr="00A84156">
        <w:bookmarkStart w:id="1" w:name="Text40" w:displacedByCustomXml="next"/>
        <w:sdt>
          <w:sdtPr>
            <w:rPr>
              <w:rFonts w:asciiTheme="minorHAnsi" w:hAnsiTheme="minorHAnsi"/>
            </w:rPr>
            <w:id w:val="-1107727630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493C5796" w14:textId="318FF351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bookmarkEnd w:id="1" w:displacedByCustomXml="next"/>
        <w:sdt>
          <w:sdtPr>
            <w:rPr>
              <w:rFonts w:asciiTheme="minorHAnsi" w:hAnsiTheme="minorHAnsi"/>
            </w:rPr>
            <w:id w:val="-213280506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2AF8EECF" w14:textId="615622C1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210655072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2AEE4275" w14:textId="5A004533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562F3677" w14:textId="77777777" w:rsidTr="00A84156">
        <w:sdt>
          <w:sdtPr>
            <w:rPr>
              <w:rFonts w:asciiTheme="minorHAnsi" w:hAnsiTheme="minorHAnsi"/>
            </w:rPr>
            <w:id w:val="44338719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4FFD1ED7" w14:textId="32288ADB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766659305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3C950283" w14:textId="6F87826C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37999229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3B8E1E5A" w14:textId="14948B66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12FBB4A9" w14:textId="77777777" w:rsidTr="00A84156">
        <w:sdt>
          <w:sdtPr>
            <w:rPr>
              <w:rFonts w:asciiTheme="minorHAnsi" w:hAnsiTheme="minorHAnsi"/>
            </w:rPr>
            <w:id w:val="640233696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6C494FEA" w14:textId="7DC66A6F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665161137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538BB84C" w14:textId="01EF6EA8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649290553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322A11DA" w14:textId="5A484341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6A0FB8F5" w14:textId="77777777" w:rsidTr="00A84156">
        <w:sdt>
          <w:sdtPr>
            <w:rPr>
              <w:rFonts w:asciiTheme="minorHAnsi" w:hAnsiTheme="minorHAnsi"/>
            </w:rPr>
            <w:id w:val="1117728390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5D4E706A" w14:textId="181B848E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822482582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253B751E" w14:textId="1DE5D5EE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306455435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7508B4DF" w14:textId="0451F5AA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14001F29" w14:textId="77777777" w:rsidTr="00A84156">
        <w:sdt>
          <w:sdtPr>
            <w:rPr>
              <w:rFonts w:asciiTheme="minorHAnsi" w:hAnsiTheme="minorHAnsi"/>
            </w:rPr>
            <w:id w:val="-1957635084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78378935" w14:textId="6C1C7202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506253259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0597C047" w14:textId="099E4F05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158264285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29B80763" w14:textId="54417F33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0F16C3B9" w14:textId="77777777" w:rsidTr="00A84156">
        <w:sdt>
          <w:sdtPr>
            <w:rPr>
              <w:rFonts w:asciiTheme="minorHAnsi" w:hAnsiTheme="minorHAnsi"/>
            </w:rPr>
            <w:id w:val="-220757637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63B8123A" w14:textId="4FD94B2E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359710724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27A02CF7" w14:textId="2FC10AE8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458310879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46E9B6CD" w14:textId="763C1927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79845494" w14:textId="77777777" w:rsidTr="00A84156">
        <w:sdt>
          <w:sdtPr>
            <w:rPr>
              <w:rFonts w:asciiTheme="minorHAnsi" w:hAnsiTheme="minorHAnsi"/>
            </w:rPr>
            <w:id w:val="-731546017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775F3D3C" w14:textId="27659CA8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975722552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1BBD2D5F" w14:textId="558C18C8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417706371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438251AE" w14:textId="0ADC7701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20260E44" w14:textId="77777777" w:rsidTr="00A84156">
        <w:sdt>
          <w:sdtPr>
            <w:rPr>
              <w:rFonts w:asciiTheme="minorHAnsi" w:hAnsiTheme="minorHAnsi"/>
            </w:rPr>
            <w:id w:val="-65733931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64AD9FD5" w14:textId="17C41F97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630705003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73D9A822" w14:textId="2FD89673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880827523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001426ED" w14:textId="4C8934B8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5670BF7C" w14:textId="77777777" w:rsidTr="00A84156">
        <w:sdt>
          <w:sdtPr>
            <w:rPr>
              <w:rFonts w:asciiTheme="minorHAnsi" w:hAnsiTheme="minorHAnsi"/>
            </w:rPr>
            <w:id w:val="591283518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6EFE1B12" w14:textId="08B90E97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032269357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25617D3F" w14:textId="6A13DC55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190371776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280EAF88" w14:textId="27D1D4A1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4B024D70" w14:textId="77777777" w:rsidTr="00A84156">
        <w:sdt>
          <w:sdtPr>
            <w:rPr>
              <w:rFonts w:asciiTheme="minorHAnsi" w:hAnsiTheme="minorHAnsi"/>
            </w:rPr>
            <w:id w:val="281233991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3E6ED209" w14:textId="2BE45515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787615343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3C7C82E1" w14:textId="6CA4CE98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69270273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0FB5C2E4" w14:textId="17E9E032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0E6BCBE0" w14:textId="77777777" w:rsidTr="00A84156">
        <w:sdt>
          <w:sdtPr>
            <w:rPr>
              <w:rFonts w:asciiTheme="minorHAnsi" w:hAnsiTheme="minorHAnsi"/>
            </w:rPr>
            <w:id w:val="1804278252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2987" w:type="dxa"/>
              </w:tcPr>
              <w:p w14:paraId="3261ACC3" w14:textId="74455EED" w:rsidR="00F755CB" w:rsidRPr="00C47A75" w:rsidRDefault="00314259" w:rsidP="00314259">
                <w:pPr>
                  <w:numPr>
                    <w:ilvl w:val="0"/>
                    <w:numId w:val="1"/>
                  </w:num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63876890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5" w:type="dxa"/>
              </w:tcPr>
              <w:p w14:paraId="682D7DF8" w14:textId="01D554F7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8742141"/>
            <w:placeholder>
              <w:docPart w:val="DefaultPlaceholder_1081868574"/>
            </w:placeholder>
            <w:text w:multiLine="1"/>
          </w:sdtPr>
          <w:sdtEndPr/>
          <w:sdtContent>
            <w:tc>
              <w:tcPr>
                <w:tcW w:w="3096" w:type="dxa"/>
              </w:tcPr>
              <w:p w14:paraId="344677B9" w14:textId="1562D83F" w:rsidR="00F755CB" w:rsidRPr="00C47A75" w:rsidRDefault="00314259" w:rsidP="00314259">
                <w:pPr>
                  <w:spacing w:before="40" w:after="40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755CB" w:rsidRPr="00C47A75" w14:paraId="6D85F4CB" w14:textId="77777777" w:rsidTr="00A84156">
        <w:tc>
          <w:tcPr>
            <w:tcW w:w="2987" w:type="dxa"/>
            <w:tcBorders>
              <w:bottom w:val="double" w:sz="4" w:space="0" w:color="auto"/>
            </w:tcBorders>
          </w:tcPr>
          <w:p w14:paraId="587917C8" w14:textId="77777777" w:rsidR="00F755CB" w:rsidRPr="00C47A75" w:rsidRDefault="00F755CB" w:rsidP="00A84156">
            <w:pPr>
              <w:spacing w:before="40" w:after="40"/>
              <w:rPr>
                <w:rFonts w:asciiTheme="minorHAnsi" w:hAnsiTheme="minorHAnsi"/>
              </w:rPr>
            </w:pPr>
            <w:r w:rsidRPr="00C47A75">
              <w:rPr>
                <w:rFonts w:asciiTheme="minorHAnsi" w:hAnsiTheme="minorHAnsi"/>
              </w:rPr>
              <w:t xml:space="preserve">Total </w:t>
            </w:r>
          </w:p>
        </w:tc>
        <w:tc>
          <w:tcPr>
            <w:tcW w:w="3095" w:type="dxa"/>
            <w:tcBorders>
              <w:bottom w:val="double" w:sz="4" w:space="0" w:color="auto"/>
            </w:tcBorders>
          </w:tcPr>
          <w:p w14:paraId="38923178" w14:textId="09618604" w:rsidR="00F755CB" w:rsidRPr="00C47A75" w:rsidRDefault="00F755CB" w:rsidP="00314259">
            <w:pPr>
              <w:spacing w:before="40" w:after="40"/>
              <w:rPr>
                <w:rFonts w:asciiTheme="minorHAnsi" w:hAnsiTheme="minorHAnsi"/>
              </w:rPr>
            </w:pPr>
            <w:r w:rsidRPr="00C47A75">
              <w:rPr>
                <w:rFonts w:asciiTheme="minorHAnsi" w:hAnsiTheme="minorHAnsi"/>
                <w:b/>
              </w:rPr>
              <w:t>$</w:t>
            </w:r>
            <w:r w:rsidRPr="00C47A75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644194481"/>
                <w:placeholder>
                  <w:docPart w:val="DefaultPlaceholder_1081868574"/>
                </w:placeholder>
                <w:text w:multiLine="1"/>
              </w:sdtPr>
              <w:sdtEndPr/>
              <w:sdtContent>
                <w:r w:rsidR="00314259">
                  <w:rPr>
                    <w:rFonts w:asciiTheme="minorHAnsi" w:hAnsiTheme="minorHAnsi"/>
                  </w:rPr>
                  <w:t xml:space="preserve"> </w:t>
                </w:r>
              </w:sdtContent>
            </w:sdt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5B808BF4" w14:textId="08B6218E" w:rsidR="00F755CB" w:rsidRPr="00C47A75" w:rsidRDefault="00F755CB" w:rsidP="00314259">
            <w:pPr>
              <w:spacing w:before="40" w:after="40"/>
              <w:rPr>
                <w:rFonts w:asciiTheme="minorHAnsi" w:hAnsiTheme="minorHAnsi"/>
              </w:rPr>
            </w:pPr>
            <w:r w:rsidRPr="00C47A75">
              <w:rPr>
                <w:rFonts w:asciiTheme="minorHAnsi" w:hAnsiTheme="minorHAnsi"/>
              </w:rPr>
              <w:t xml:space="preserve">$ </w:t>
            </w:r>
            <w:sdt>
              <w:sdtPr>
                <w:rPr>
                  <w:rFonts w:asciiTheme="minorHAnsi" w:hAnsiTheme="minorHAnsi"/>
                </w:rPr>
                <w:id w:val="138148396"/>
                <w:placeholder>
                  <w:docPart w:val="DefaultPlaceholder_1081868574"/>
                </w:placeholder>
                <w:text w:multiLine="1"/>
              </w:sdtPr>
              <w:sdtEndPr/>
              <w:sdtContent>
                <w:r w:rsidR="00314259">
                  <w:rPr>
                    <w:rFonts w:asciiTheme="minorHAnsi" w:hAnsiTheme="minorHAnsi"/>
                  </w:rPr>
                  <w:t xml:space="preserve"> </w:t>
                </w:r>
              </w:sdtContent>
            </w:sdt>
          </w:p>
        </w:tc>
      </w:tr>
      <w:tr w:rsidR="00F755CB" w:rsidRPr="00B838A9" w14:paraId="379DDBBA" w14:textId="77777777" w:rsidTr="00A84156">
        <w:tc>
          <w:tcPr>
            <w:tcW w:w="2987" w:type="dxa"/>
            <w:tcBorders>
              <w:bottom w:val="double" w:sz="4" w:space="0" w:color="auto"/>
            </w:tcBorders>
          </w:tcPr>
          <w:p w14:paraId="470CF1D4" w14:textId="77777777" w:rsidR="00F755CB" w:rsidRPr="00B838A9" w:rsidRDefault="00F755CB" w:rsidP="00A84156">
            <w:pPr>
              <w:spacing w:before="40" w:after="4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 xml:space="preserve">Total Funding Requested </w:t>
            </w:r>
          </w:p>
        </w:tc>
        <w:tc>
          <w:tcPr>
            <w:tcW w:w="3095" w:type="dxa"/>
            <w:tcBorders>
              <w:bottom w:val="double" w:sz="4" w:space="0" w:color="auto"/>
            </w:tcBorders>
          </w:tcPr>
          <w:p w14:paraId="56A62303" w14:textId="7E59F937" w:rsidR="00F755CB" w:rsidRPr="00B838A9" w:rsidRDefault="00F755CB" w:rsidP="00314259">
            <w:pPr>
              <w:spacing w:before="40" w:after="4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  <w:b/>
              </w:rPr>
              <w:t xml:space="preserve">$ </w:t>
            </w:r>
            <w:sdt>
              <w:sdtPr>
                <w:rPr>
                  <w:rFonts w:asciiTheme="minorHAnsi" w:hAnsiTheme="minorHAnsi"/>
                </w:rPr>
                <w:id w:val="-1286043164"/>
                <w:placeholder>
                  <w:docPart w:val="DefaultPlaceholder_1081868574"/>
                </w:placeholder>
                <w:text w:multiLine="1"/>
              </w:sdtPr>
              <w:sdtEndPr/>
              <w:sdtContent>
                <w:r w:rsidR="00314259">
                  <w:rPr>
                    <w:rFonts w:asciiTheme="minorHAnsi" w:hAnsiTheme="minorHAnsi"/>
                  </w:rPr>
                  <w:t xml:space="preserve"> </w:t>
                </w:r>
              </w:sdtContent>
            </w:sdt>
            <w:r w:rsidR="00CC5C20" w:rsidRPr="00C47A75">
              <w:rPr>
                <w:rFonts w:asciiTheme="minorHAnsi" w:hAnsiTheme="minorHAnsi"/>
              </w:rPr>
              <w:t xml:space="preserve">      </w:t>
            </w:r>
            <w:r w:rsidR="00CC5C20">
              <w:rPr>
                <w:rFonts w:asciiTheme="minorHAnsi" w:hAnsiTheme="minorHAnsi"/>
                <w:b/>
              </w:rPr>
              <w:t xml:space="preserve">                                      </w:t>
            </w:r>
          </w:p>
        </w:tc>
        <w:tc>
          <w:tcPr>
            <w:tcW w:w="3096" w:type="dxa"/>
            <w:tcBorders>
              <w:bottom w:val="double" w:sz="4" w:space="0" w:color="auto"/>
            </w:tcBorders>
            <w:shd w:val="thinDiagStripe" w:color="auto" w:fill="auto"/>
          </w:tcPr>
          <w:p w14:paraId="3E9A117E" w14:textId="77777777" w:rsidR="00F755CB" w:rsidRPr="00B838A9" w:rsidRDefault="00F755CB" w:rsidP="00A84156">
            <w:pPr>
              <w:spacing w:before="40" w:after="40"/>
              <w:rPr>
                <w:rFonts w:asciiTheme="minorHAnsi" w:hAnsiTheme="minorHAnsi"/>
                <w:b/>
              </w:rPr>
            </w:pPr>
          </w:p>
        </w:tc>
      </w:tr>
      <w:tr w:rsidR="00F755CB" w:rsidRPr="00B838A9" w14:paraId="1C5FF3F4" w14:textId="77777777" w:rsidTr="00A84156">
        <w:tc>
          <w:tcPr>
            <w:tcW w:w="91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0336F4" w14:textId="32C54488" w:rsidR="00F755CB" w:rsidRPr="00B838A9" w:rsidRDefault="00F755CB" w:rsidP="00314259">
            <w:pPr>
              <w:spacing w:before="40" w:after="40"/>
              <w:rPr>
                <w:rFonts w:asciiTheme="minorHAnsi" w:hAnsiTheme="minorHAnsi"/>
                <w:b/>
              </w:rPr>
            </w:pPr>
            <w:r w:rsidRPr="00B838A9">
              <w:rPr>
                <w:rFonts w:asciiTheme="minorHAnsi" w:hAnsiTheme="minorHAnsi"/>
              </w:rPr>
              <w:t>Total Budget ( Project Costs plus In-kind Support)</w:t>
            </w:r>
            <w:r w:rsidRPr="00B838A9">
              <w:rPr>
                <w:rFonts w:asciiTheme="minorHAnsi" w:hAnsiTheme="minorHAnsi"/>
                <w:b/>
              </w:rPr>
              <w:t xml:space="preserve">                     </w:t>
            </w:r>
            <w:r w:rsidRPr="00C47A75">
              <w:rPr>
                <w:rFonts w:asciiTheme="minorHAnsi" w:hAnsiTheme="minorHAnsi"/>
                <w:b/>
              </w:rPr>
              <w:t xml:space="preserve"> $</w:t>
            </w:r>
            <w:sdt>
              <w:sdtPr>
                <w:rPr>
                  <w:rFonts w:asciiTheme="minorHAnsi" w:hAnsiTheme="minorHAnsi"/>
                </w:rPr>
                <w:id w:val="-1335455396"/>
                <w:placeholder>
                  <w:docPart w:val="DefaultPlaceholder_1081868574"/>
                </w:placeholder>
                <w:text w:multiLine="1"/>
              </w:sdtPr>
              <w:sdtEndPr>
                <w:rPr>
                  <w:b/>
                </w:rPr>
              </w:sdtEndPr>
              <w:sdtContent>
                <w:r w:rsidR="00314259">
                  <w:rPr>
                    <w:rFonts w:asciiTheme="minorHAnsi" w:hAnsiTheme="minorHAnsi"/>
                  </w:rPr>
                  <w:t xml:space="preserve"> </w:t>
                </w:r>
              </w:sdtContent>
            </w:sdt>
          </w:p>
        </w:tc>
      </w:tr>
    </w:tbl>
    <w:p w14:paraId="281E8BCB" w14:textId="77777777" w:rsidR="00CC5C20" w:rsidRDefault="00CC5C20" w:rsidP="00F755CB">
      <w:pPr>
        <w:rPr>
          <w:rFonts w:asciiTheme="minorHAnsi" w:hAnsiTheme="minorHAnsi"/>
          <w:b/>
        </w:rPr>
      </w:pPr>
    </w:p>
    <w:p w14:paraId="2460A672" w14:textId="77777777" w:rsidR="00CC5C20" w:rsidRPr="00B838A9" w:rsidRDefault="00CC5C20" w:rsidP="00F755CB">
      <w:pPr>
        <w:rPr>
          <w:rFonts w:asciiTheme="minorHAnsi" w:hAnsiTheme="minorHAnsi"/>
          <w:b/>
        </w:rPr>
      </w:pPr>
    </w:p>
    <w:p w14:paraId="2ADE3503" w14:textId="77777777" w:rsidR="00F755CB" w:rsidRPr="00B838A9" w:rsidRDefault="00F755CB" w:rsidP="00F755CB">
      <w:pPr>
        <w:rPr>
          <w:rFonts w:asciiTheme="minorHAnsi" w:hAnsiTheme="minorHAnsi"/>
          <w:b/>
        </w:rPr>
      </w:pPr>
      <w:r w:rsidRPr="00B838A9">
        <w:rPr>
          <w:rFonts w:asciiTheme="minorHAnsi" w:hAnsiTheme="minorHAnsi"/>
          <w:b/>
        </w:rPr>
        <w:t>In-kind Support:</w:t>
      </w:r>
    </w:p>
    <w:p w14:paraId="29A48683" w14:textId="77777777" w:rsidR="00F755CB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 xml:space="preserve">(Human, financial and resources contributing to the project without cost </w:t>
      </w:r>
      <w:r w:rsidR="002C538B" w:rsidRPr="00B838A9">
        <w:rPr>
          <w:rFonts w:asciiTheme="minorHAnsi" w:hAnsiTheme="minorHAnsi"/>
        </w:rPr>
        <w:t xml:space="preserve">to </w:t>
      </w:r>
      <w:r w:rsidR="005407FE" w:rsidRPr="00B838A9">
        <w:rPr>
          <w:rFonts w:asciiTheme="minorHAnsi" w:hAnsiTheme="minorHAnsi"/>
        </w:rPr>
        <w:t>the MAIB</w:t>
      </w:r>
      <w:r w:rsidRPr="00B838A9">
        <w:rPr>
          <w:rFonts w:asciiTheme="minorHAnsi" w:hAnsiTheme="minorHAnsi"/>
        </w:rPr>
        <w:t>).</w:t>
      </w:r>
    </w:p>
    <w:p w14:paraId="6BB65AA6" w14:textId="77777777" w:rsidR="00C47A75" w:rsidRPr="00B838A9" w:rsidRDefault="00C47A75" w:rsidP="00F755CB">
      <w:pPr>
        <w:rPr>
          <w:rFonts w:asciiTheme="minorHAnsi" w:hAnsiTheme="minorHAnsi"/>
        </w:rPr>
      </w:pPr>
    </w:p>
    <w:sdt>
      <w:sdtPr>
        <w:rPr>
          <w:rFonts w:asciiTheme="minorHAnsi" w:hAnsiTheme="minorHAnsi"/>
        </w:rPr>
        <w:id w:val="1956290074"/>
        <w:placeholder>
          <w:docPart w:val="34EF6473EA4E4241AFA5BB7B18941C70"/>
        </w:placeholder>
        <w:showingPlcHdr/>
        <w:text w:multiLine="1"/>
      </w:sdtPr>
      <w:sdtEndPr/>
      <w:sdtContent>
        <w:p w14:paraId="27C921F0" w14:textId="5318F0F9" w:rsidR="00B838A9" w:rsidRPr="00C47A75" w:rsidRDefault="00C47A75" w:rsidP="00F755CB">
          <w:pPr>
            <w:rPr>
              <w:rFonts w:asciiTheme="minorHAnsi" w:hAnsiTheme="minorHAnsi"/>
            </w:rPr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7EE171F8" w14:textId="77777777" w:rsidR="00C47A75" w:rsidRPr="00C47A75" w:rsidRDefault="00C47A75" w:rsidP="00F755CB">
      <w:pPr>
        <w:rPr>
          <w:rFonts w:asciiTheme="minorHAnsi" w:hAnsiTheme="minorHAnsi"/>
        </w:rPr>
      </w:pPr>
    </w:p>
    <w:p w14:paraId="3419F91F" w14:textId="77777777" w:rsidR="00B838A9" w:rsidRDefault="005407FE" w:rsidP="00F755CB">
      <w:pPr>
        <w:rPr>
          <w:rFonts w:asciiTheme="minorHAnsi" w:hAnsiTheme="minorHAnsi"/>
          <w:b/>
        </w:rPr>
      </w:pPr>
      <w:r w:rsidRPr="00B838A9">
        <w:rPr>
          <w:rFonts w:asciiTheme="minorHAnsi" w:hAnsiTheme="minorHAnsi"/>
          <w:b/>
        </w:rPr>
        <w:t>Details of funding obtain</w:t>
      </w:r>
      <w:r w:rsidR="00B838A9">
        <w:rPr>
          <w:rFonts w:asciiTheme="minorHAnsi" w:hAnsiTheme="minorHAnsi"/>
          <w:b/>
        </w:rPr>
        <w:t>ed or sought from other source</w:t>
      </w:r>
      <w:r w:rsidR="009F40D8">
        <w:rPr>
          <w:rFonts w:asciiTheme="minorHAnsi" w:hAnsiTheme="minorHAnsi"/>
          <w:b/>
        </w:rPr>
        <w:t>s</w:t>
      </w:r>
      <w:r w:rsidR="00B838A9">
        <w:rPr>
          <w:rFonts w:asciiTheme="minorHAnsi" w:hAnsiTheme="minorHAnsi"/>
          <w:b/>
        </w:rPr>
        <w:t>:</w:t>
      </w:r>
    </w:p>
    <w:p w14:paraId="4DC070F0" w14:textId="77777777" w:rsidR="00C47A75" w:rsidRPr="00C47A75" w:rsidRDefault="00C47A75" w:rsidP="00F755CB">
      <w:pPr>
        <w:rPr>
          <w:rFonts w:asciiTheme="minorHAnsi" w:hAnsiTheme="minorHAnsi"/>
        </w:rPr>
      </w:pPr>
    </w:p>
    <w:sdt>
      <w:sdtPr>
        <w:rPr>
          <w:rFonts w:asciiTheme="minorHAnsi" w:hAnsiTheme="minorHAnsi"/>
        </w:rPr>
        <w:id w:val="-604505997"/>
        <w:placeholder>
          <w:docPart w:val="8B2AC155F7FF4C6EA5138137FB83089A"/>
        </w:placeholder>
        <w:showingPlcHdr/>
        <w:text w:multiLine="1"/>
      </w:sdtPr>
      <w:sdtEndPr/>
      <w:sdtContent>
        <w:p w14:paraId="6376DED2" w14:textId="62C79447" w:rsidR="00B838A9" w:rsidRPr="00C47A75" w:rsidRDefault="00C47A75" w:rsidP="00F755CB">
          <w:pPr>
            <w:rPr>
              <w:rFonts w:asciiTheme="minorHAnsi" w:hAnsiTheme="minorHAnsi"/>
            </w:rPr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17E8CD6C" w14:textId="77777777" w:rsidR="00B838A9" w:rsidRPr="00C47A75" w:rsidRDefault="00B838A9" w:rsidP="00F755CB">
      <w:pPr>
        <w:rPr>
          <w:rFonts w:asciiTheme="minorHAnsi" w:hAnsiTheme="minorHAnsi"/>
        </w:rPr>
      </w:pPr>
    </w:p>
    <w:p w14:paraId="591D5A23" w14:textId="77777777" w:rsidR="00F755CB" w:rsidRPr="00B838A9" w:rsidRDefault="00F755CB" w:rsidP="00F755CB">
      <w:pPr>
        <w:rPr>
          <w:rFonts w:asciiTheme="minorHAnsi" w:hAnsiTheme="minorHAnsi"/>
          <w:b/>
        </w:rPr>
      </w:pPr>
      <w:r w:rsidRPr="00B838A9">
        <w:rPr>
          <w:rFonts w:asciiTheme="minorHAnsi" w:hAnsiTheme="minorHAnsi"/>
          <w:b/>
        </w:rPr>
        <w:t>Cost Justification:</w:t>
      </w:r>
    </w:p>
    <w:p w14:paraId="5617C981" w14:textId="533AFEA5" w:rsidR="00F755CB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>Why are the costs essential to the achievement of the project’s</w:t>
      </w:r>
      <w:r w:rsidR="00A540F1">
        <w:rPr>
          <w:rFonts w:asciiTheme="minorHAnsi" w:hAnsiTheme="minorHAnsi"/>
        </w:rPr>
        <w:t xml:space="preserve"> objectives</w:t>
      </w:r>
      <w:r w:rsidRPr="00B838A9">
        <w:rPr>
          <w:rFonts w:asciiTheme="minorHAnsi" w:hAnsiTheme="minorHAnsi"/>
        </w:rPr>
        <w:t>?</w:t>
      </w:r>
    </w:p>
    <w:p w14:paraId="6AB990E9" w14:textId="77777777" w:rsidR="00C47A75" w:rsidRPr="00C47A75" w:rsidRDefault="00C47A75" w:rsidP="00F755CB">
      <w:pPr>
        <w:rPr>
          <w:rFonts w:asciiTheme="minorHAnsi" w:hAnsiTheme="minorHAnsi"/>
        </w:rPr>
      </w:pPr>
    </w:p>
    <w:sdt>
      <w:sdtPr>
        <w:rPr>
          <w:rFonts w:asciiTheme="minorHAnsi" w:hAnsiTheme="minorHAnsi"/>
        </w:rPr>
        <w:id w:val="-510610742"/>
        <w:placeholder>
          <w:docPart w:val="3533AE723780451190B028A85BD27F83"/>
        </w:placeholder>
        <w:showingPlcHdr/>
        <w:text w:multiLine="1"/>
      </w:sdtPr>
      <w:sdtEndPr/>
      <w:sdtContent>
        <w:p w14:paraId="699A3D11" w14:textId="240A3BF9" w:rsidR="00F755CB" w:rsidRPr="00C47A75" w:rsidRDefault="00C47A75" w:rsidP="00F755CB">
          <w:pPr>
            <w:rPr>
              <w:rFonts w:asciiTheme="minorHAnsi" w:hAnsiTheme="minorHAnsi"/>
            </w:rPr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6E32668F" w14:textId="77777777" w:rsidR="00505008" w:rsidRPr="00C47A75" w:rsidRDefault="00505008" w:rsidP="00F755CB">
      <w:pPr>
        <w:rPr>
          <w:rFonts w:asciiTheme="minorHAnsi" w:hAnsiTheme="minorHAnsi"/>
        </w:rPr>
      </w:pPr>
    </w:p>
    <w:p w14:paraId="1E955D5C" w14:textId="77777777" w:rsidR="00F755CB" w:rsidRPr="00B838A9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  <w:b/>
        </w:rPr>
        <w:t>Sustainability:</w:t>
      </w:r>
      <w:r w:rsidRPr="00B838A9">
        <w:rPr>
          <w:rFonts w:asciiTheme="minorHAnsi" w:hAnsiTheme="minorHAnsi"/>
        </w:rPr>
        <w:t xml:space="preserve"> </w:t>
      </w:r>
    </w:p>
    <w:p w14:paraId="632B4AFE" w14:textId="77777777" w:rsidR="00F755CB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>How will the outcome/s be continued after the funding period?</w:t>
      </w:r>
    </w:p>
    <w:p w14:paraId="6BF91FCC" w14:textId="77777777" w:rsidR="00C47A75" w:rsidRPr="00C47A75" w:rsidRDefault="00C47A75" w:rsidP="00F755CB">
      <w:pPr>
        <w:rPr>
          <w:rFonts w:asciiTheme="minorHAnsi" w:hAnsiTheme="minorHAnsi"/>
        </w:rPr>
      </w:pPr>
    </w:p>
    <w:p w14:paraId="0EE8D170" w14:textId="6E61E3DE" w:rsidR="00F755CB" w:rsidRPr="00C47A75" w:rsidRDefault="00F755CB" w:rsidP="00F755CB">
      <w:pPr>
        <w:spacing w:after="120"/>
        <w:rPr>
          <w:rFonts w:asciiTheme="minorHAnsi" w:hAnsiTheme="minorHAnsi"/>
        </w:rPr>
      </w:pPr>
      <w:r w:rsidRPr="00C47A75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269970772"/>
          <w:placeholder>
            <w:docPart w:val="F5237405EDC94E9389D257370FB2F0A9"/>
          </w:placeholder>
          <w:showingPlcHdr/>
          <w:text w:multiLine="1"/>
        </w:sdtPr>
        <w:sdtEndPr/>
        <w:sdtContent>
          <w:r w:rsidR="00C47A75" w:rsidRPr="00C47A75">
            <w:rPr>
              <w:rStyle w:val="PlaceholderText"/>
              <w:rFonts w:eastAsiaTheme="minorHAnsi"/>
            </w:rPr>
            <w:t>Click here to enter text.</w:t>
          </w:r>
        </w:sdtContent>
      </w:sdt>
    </w:p>
    <w:p w14:paraId="72514C9F" w14:textId="77777777" w:rsidR="00505008" w:rsidRPr="00C47A75" w:rsidRDefault="00505008" w:rsidP="00F755CB">
      <w:pPr>
        <w:rPr>
          <w:rFonts w:asciiTheme="minorHAnsi" w:hAnsiTheme="minorHAnsi"/>
        </w:rPr>
      </w:pPr>
    </w:p>
    <w:p w14:paraId="33F552BE" w14:textId="77777777" w:rsidR="00F755CB" w:rsidRPr="00B838A9" w:rsidRDefault="00F755CB" w:rsidP="00F755CB">
      <w:pPr>
        <w:rPr>
          <w:rFonts w:asciiTheme="minorHAnsi" w:hAnsiTheme="minorHAnsi"/>
          <w:b/>
        </w:rPr>
      </w:pPr>
      <w:r w:rsidRPr="00B838A9">
        <w:rPr>
          <w:rFonts w:asciiTheme="minorHAnsi" w:hAnsiTheme="minorHAnsi"/>
          <w:b/>
        </w:rPr>
        <w:t>Collaboration:</w:t>
      </w:r>
    </w:p>
    <w:p w14:paraId="65741AEA" w14:textId="77777777" w:rsidR="00F755CB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 xml:space="preserve">What partners/stakeholders will be involved throughout the project and how will they be involved? </w:t>
      </w:r>
    </w:p>
    <w:p w14:paraId="4F45B731" w14:textId="77777777" w:rsidR="00C47A75" w:rsidRPr="00C47A75" w:rsidRDefault="00C47A75" w:rsidP="00F755CB">
      <w:pPr>
        <w:rPr>
          <w:rFonts w:asciiTheme="minorHAnsi" w:hAnsiTheme="minorHAnsi"/>
        </w:rPr>
      </w:pPr>
    </w:p>
    <w:sdt>
      <w:sdtPr>
        <w:rPr>
          <w:rFonts w:asciiTheme="minorHAnsi" w:hAnsiTheme="minorHAnsi"/>
        </w:rPr>
        <w:id w:val="467856978"/>
        <w:placeholder>
          <w:docPart w:val="0A3F36F3FF5647F3B4AC42F165721C80"/>
        </w:placeholder>
        <w:showingPlcHdr/>
        <w:text w:multiLine="1"/>
      </w:sdtPr>
      <w:sdtEndPr/>
      <w:sdtContent>
        <w:p w14:paraId="32395F52" w14:textId="1994A4AE" w:rsidR="00F755CB" w:rsidRPr="00C47A75" w:rsidRDefault="00C47A75" w:rsidP="00F755CB">
          <w:pPr>
            <w:rPr>
              <w:rFonts w:asciiTheme="minorHAnsi" w:hAnsiTheme="minorHAnsi"/>
            </w:rPr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0B264A1F" w14:textId="77777777" w:rsidR="00F755CB" w:rsidRPr="00C47A75" w:rsidRDefault="00F755CB" w:rsidP="00F755CB">
      <w:pPr>
        <w:rPr>
          <w:rFonts w:asciiTheme="minorHAnsi" w:hAnsiTheme="minorHAnsi"/>
        </w:rPr>
      </w:pPr>
    </w:p>
    <w:p w14:paraId="02CC883B" w14:textId="77777777" w:rsidR="00F755CB" w:rsidRPr="00B838A9" w:rsidRDefault="00F755CB" w:rsidP="00F755CB">
      <w:pPr>
        <w:rPr>
          <w:rFonts w:asciiTheme="minorHAnsi" w:hAnsiTheme="minorHAnsi"/>
          <w:b/>
        </w:rPr>
      </w:pPr>
      <w:r w:rsidRPr="00B838A9">
        <w:rPr>
          <w:rFonts w:asciiTheme="minorHAnsi" w:hAnsiTheme="minorHAnsi"/>
          <w:b/>
        </w:rPr>
        <w:t>Risk Management:</w:t>
      </w:r>
    </w:p>
    <w:p w14:paraId="7B92FB86" w14:textId="1947E58C" w:rsidR="00EB2664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>(</w:t>
      </w:r>
      <w:r w:rsidR="004A6EEE" w:rsidRPr="00B838A9">
        <w:rPr>
          <w:rFonts w:asciiTheme="minorHAnsi" w:hAnsiTheme="minorHAnsi"/>
        </w:rPr>
        <w:t>Projects of high value and/or complex in nature will need to fully address all points in this section.)</w:t>
      </w:r>
      <w:r w:rsidRPr="00B838A9">
        <w:rPr>
          <w:rFonts w:asciiTheme="minorHAnsi" w:hAnsiTheme="minorHAnsi"/>
        </w:rPr>
        <w:t xml:space="preserve">  </w:t>
      </w:r>
    </w:p>
    <w:p w14:paraId="50C83772" w14:textId="77777777" w:rsidR="00505008" w:rsidRPr="00B838A9" w:rsidRDefault="00505008" w:rsidP="00F755CB">
      <w:pPr>
        <w:rPr>
          <w:rFonts w:asciiTheme="minorHAnsi" w:hAnsiTheme="minorHAnsi"/>
        </w:rPr>
      </w:pPr>
    </w:p>
    <w:p w14:paraId="2C03F33F" w14:textId="77777777" w:rsidR="00EB2664" w:rsidRPr="00B838A9" w:rsidRDefault="00F755CB" w:rsidP="00EB2664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B838A9">
        <w:rPr>
          <w:rFonts w:asciiTheme="minorHAnsi" w:hAnsiTheme="minorHAnsi"/>
        </w:rPr>
        <w:t xml:space="preserve">Have the risks involved with the project been identified? </w:t>
      </w:r>
    </w:p>
    <w:p w14:paraId="2E9781C4" w14:textId="08FF69E3" w:rsidR="00EB2664" w:rsidRPr="00B838A9" w:rsidRDefault="00F755CB" w:rsidP="00EB2664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B838A9">
        <w:rPr>
          <w:rFonts w:asciiTheme="minorHAnsi" w:hAnsiTheme="minorHAnsi"/>
        </w:rPr>
        <w:t>Has an assessment of the likelihood and consequences of the risks been done</w:t>
      </w:r>
      <w:r w:rsidR="000946B3">
        <w:rPr>
          <w:rFonts w:asciiTheme="minorHAnsi" w:hAnsiTheme="minorHAnsi"/>
        </w:rPr>
        <w:t>, if so please include a copy of the assessment</w:t>
      </w:r>
      <w:r w:rsidRPr="00B838A9">
        <w:rPr>
          <w:rFonts w:asciiTheme="minorHAnsi" w:hAnsiTheme="minorHAnsi"/>
        </w:rPr>
        <w:t xml:space="preserve">?  </w:t>
      </w:r>
    </w:p>
    <w:p w14:paraId="055A19CB" w14:textId="77777777" w:rsidR="00EB2664" w:rsidRPr="00B838A9" w:rsidRDefault="00F755CB" w:rsidP="00EB2664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B838A9">
        <w:rPr>
          <w:rFonts w:asciiTheme="minorHAnsi" w:hAnsiTheme="minorHAnsi"/>
        </w:rPr>
        <w:t xml:space="preserve">Have strategies been developed to pre-empt and </w:t>
      </w:r>
      <w:r w:rsidR="002C538B" w:rsidRPr="00B838A9">
        <w:rPr>
          <w:rFonts w:asciiTheme="minorHAnsi" w:hAnsiTheme="minorHAnsi"/>
        </w:rPr>
        <w:t>mitigate</w:t>
      </w:r>
      <w:r w:rsidRPr="00B838A9">
        <w:rPr>
          <w:rFonts w:asciiTheme="minorHAnsi" w:hAnsiTheme="minorHAnsi"/>
        </w:rPr>
        <w:t xml:space="preserve"> the occurrence of a risk?  </w:t>
      </w:r>
    </w:p>
    <w:p w14:paraId="6C9C2F33" w14:textId="77777777" w:rsidR="00EB2664" w:rsidRPr="00B838A9" w:rsidRDefault="00F755CB" w:rsidP="00EB2664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B838A9">
        <w:rPr>
          <w:rFonts w:asciiTheme="minorHAnsi" w:hAnsiTheme="minorHAnsi"/>
        </w:rPr>
        <w:t xml:space="preserve">Who is responsible for managing risk?  </w:t>
      </w:r>
    </w:p>
    <w:p w14:paraId="3ECBA90B" w14:textId="77777777" w:rsidR="00F755CB" w:rsidRDefault="00F755CB" w:rsidP="00EB2664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B838A9">
        <w:rPr>
          <w:rFonts w:asciiTheme="minorHAnsi" w:hAnsiTheme="minorHAnsi"/>
        </w:rPr>
        <w:t>How are new risks going to be identified as they emerge?</w:t>
      </w:r>
    </w:p>
    <w:p w14:paraId="4091A3CC" w14:textId="77777777" w:rsidR="00C47A75" w:rsidRPr="00C47A75" w:rsidRDefault="00C47A75" w:rsidP="00C47A75">
      <w:pPr>
        <w:rPr>
          <w:rFonts w:asciiTheme="minorHAnsi" w:hAnsiTheme="minorHAnsi"/>
        </w:rPr>
      </w:pPr>
    </w:p>
    <w:sdt>
      <w:sdtPr>
        <w:rPr>
          <w:rFonts w:asciiTheme="minorHAnsi" w:hAnsiTheme="minorHAnsi"/>
        </w:rPr>
        <w:id w:val="1599130998"/>
        <w:placeholder>
          <w:docPart w:val="8AAB4C8228F341A5AFDE18099154F00B"/>
        </w:placeholder>
        <w:showingPlcHdr/>
        <w:text w:multiLine="1"/>
      </w:sdtPr>
      <w:sdtEndPr/>
      <w:sdtContent>
        <w:p w14:paraId="767E5F7B" w14:textId="4EB8845C" w:rsidR="00C47A75" w:rsidRPr="00C47A75" w:rsidRDefault="00C47A75" w:rsidP="00F755CB">
          <w:pPr>
            <w:rPr>
              <w:rFonts w:asciiTheme="minorHAnsi" w:hAnsiTheme="minorHAnsi"/>
            </w:rPr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2620EC08" w14:textId="77777777" w:rsidR="00F755CB" w:rsidRPr="00B838A9" w:rsidRDefault="00F755CB" w:rsidP="00F755CB">
      <w:pPr>
        <w:rPr>
          <w:rFonts w:asciiTheme="minorHAnsi" w:hAnsiTheme="minorHAnsi"/>
          <w:b/>
        </w:rPr>
      </w:pPr>
      <w:r w:rsidRPr="00B838A9">
        <w:rPr>
          <w:rFonts w:asciiTheme="minorHAnsi" w:hAnsiTheme="minorHAnsi"/>
          <w:b/>
        </w:rPr>
        <w:br w:type="page"/>
      </w:r>
      <w:r w:rsidRPr="00B838A9">
        <w:rPr>
          <w:rFonts w:asciiTheme="minorHAnsi" w:hAnsiTheme="minorHAnsi"/>
          <w:b/>
        </w:rPr>
        <w:lastRenderedPageBreak/>
        <w:t>Evaluation:</w:t>
      </w:r>
    </w:p>
    <w:p w14:paraId="7BF59208" w14:textId="16F03DF0" w:rsidR="00C47A75" w:rsidRPr="00B838A9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 xml:space="preserve">How will progress toward the achievement of the </w:t>
      </w:r>
      <w:r w:rsidR="00C337A6">
        <w:rPr>
          <w:rFonts w:asciiTheme="minorHAnsi" w:hAnsiTheme="minorHAnsi"/>
        </w:rPr>
        <w:t>objective</w:t>
      </w:r>
      <w:r w:rsidRPr="00B838A9">
        <w:rPr>
          <w:rFonts w:asciiTheme="minorHAnsi" w:hAnsiTheme="minorHAnsi"/>
        </w:rPr>
        <w:t>/s be measured throughout the project?</w:t>
      </w:r>
    </w:p>
    <w:sdt>
      <w:sdtPr>
        <w:rPr>
          <w:rFonts w:asciiTheme="minorHAnsi" w:hAnsiTheme="minorHAnsi"/>
        </w:rPr>
        <w:id w:val="-382636906"/>
        <w:placeholder>
          <w:docPart w:val="23463ED081D440C6985F82AEAF783830"/>
        </w:placeholder>
        <w:showingPlcHdr/>
        <w:text w:multiLine="1"/>
      </w:sdtPr>
      <w:sdtEndPr/>
      <w:sdtContent>
        <w:p w14:paraId="52ABEC66" w14:textId="0C9E78F6" w:rsidR="00F755CB" w:rsidRPr="00C47A75" w:rsidRDefault="00C47A75" w:rsidP="00F755CB">
          <w:pPr>
            <w:rPr>
              <w:rFonts w:asciiTheme="minorHAnsi" w:hAnsiTheme="minorHAnsi"/>
            </w:rPr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2898F73F" w14:textId="77777777" w:rsidR="005678A3" w:rsidRPr="00C47A75" w:rsidRDefault="005678A3" w:rsidP="00F755CB">
      <w:pPr>
        <w:rPr>
          <w:rFonts w:asciiTheme="minorHAnsi" w:hAnsiTheme="minorHAnsi"/>
        </w:rPr>
      </w:pPr>
    </w:p>
    <w:p w14:paraId="0F51FED6" w14:textId="77777777" w:rsidR="005678A3" w:rsidRPr="00C47A75" w:rsidRDefault="005678A3" w:rsidP="00F755CB">
      <w:pPr>
        <w:rPr>
          <w:rFonts w:asciiTheme="minorHAnsi" w:hAnsiTheme="minorHAnsi"/>
        </w:rPr>
      </w:pPr>
    </w:p>
    <w:p w14:paraId="57AA0E24" w14:textId="77777777" w:rsidR="005678A3" w:rsidRPr="00C47A75" w:rsidRDefault="005678A3" w:rsidP="00F755CB">
      <w:pPr>
        <w:rPr>
          <w:rFonts w:asciiTheme="minorHAnsi" w:hAnsiTheme="minorHAnsi"/>
        </w:rPr>
      </w:pPr>
    </w:p>
    <w:p w14:paraId="31ED4FF9" w14:textId="77777777" w:rsidR="005678A3" w:rsidRPr="00C47A75" w:rsidRDefault="005678A3" w:rsidP="00F755CB">
      <w:pPr>
        <w:rPr>
          <w:rFonts w:asciiTheme="minorHAnsi" w:hAnsiTheme="minorHAnsi"/>
        </w:rPr>
      </w:pPr>
    </w:p>
    <w:p w14:paraId="7821D593" w14:textId="77777777" w:rsidR="005678A3" w:rsidRPr="00C47A75" w:rsidRDefault="005678A3" w:rsidP="00F755CB">
      <w:pPr>
        <w:rPr>
          <w:rFonts w:asciiTheme="minorHAnsi" w:hAnsiTheme="minorHAnsi"/>
        </w:rPr>
      </w:pPr>
    </w:p>
    <w:p w14:paraId="450B6B9A" w14:textId="77777777" w:rsidR="005678A3" w:rsidRPr="00C47A75" w:rsidRDefault="005678A3" w:rsidP="00F755CB">
      <w:pPr>
        <w:rPr>
          <w:rFonts w:asciiTheme="minorHAnsi" w:hAnsiTheme="minorHAnsi"/>
        </w:rPr>
      </w:pPr>
    </w:p>
    <w:p w14:paraId="622BCEE1" w14:textId="77777777" w:rsidR="005678A3" w:rsidRPr="00C47A75" w:rsidRDefault="005678A3" w:rsidP="00F755CB">
      <w:pPr>
        <w:rPr>
          <w:rFonts w:asciiTheme="minorHAnsi" w:hAnsiTheme="minorHAnsi"/>
        </w:rPr>
      </w:pPr>
    </w:p>
    <w:p w14:paraId="45AC8912" w14:textId="77777777" w:rsidR="005678A3" w:rsidRPr="00C47A75" w:rsidRDefault="005678A3" w:rsidP="00F755CB">
      <w:pPr>
        <w:rPr>
          <w:rFonts w:asciiTheme="minorHAnsi" w:hAnsiTheme="minorHAnsi"/>
        </w:rPr>
      </w:pPr>
    </w:p>
    <w:p w14:paraId="071350A2" w14:textId="77777777" w:rsidR="005678A3" w:rsidRPr="00B838A9" w:rsidRDefault="005678A3" w:rsidP="00F755CB">
      <w:pPr>
        <w:rPr>
          <w:rFonts w:asciiTheme="minorHAnsi" w:hAnsiTheme="minorHAnsi"/>
        </w:rPr>
      </w:pPr>
    </w:p>
    <w:p w14:paraId="0B090935" w14:textId="406E23BD" w:rsidR="00F755CB" w:rsidRPr="00B838A9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 xml:space="preserve">How will achievement of the </w:t>
      </w:r>
      <w:r w:rsidR="00C337A6">
        <w:rPr>
          <w:rFonts w:asciiTheme="minorHAnsi" w:hAnsiTheme="minorHAnsi"/>
        </w:rPr>
        <w:t>objective</w:t>
      </w:r>
      <w:r w:rsidRPr="00B838A9">
        <w:rPr>
          <w:rFonts w:asciiTheme="minorHAnsi" w:hAnsiTheme="minorHAnsi"/>
        </w:rPr>
        <w:t>/s be identified?</w:t>
      </w:r>
    </w:p>
    <w:sdt>
      <w:sdtPr>
        <w:rPr>
          <w:rFonts w:asciiTheme="minorHAnsi" w:hAnsiTheme="minorHAnsi"/>
        </w:rPr>
        <w:id w:val="378128159"/>
        <w:placeholder>
          <w:docPart w:val="35F731BB2CAA4D6D9E6E2BE29B713DB8"/>
        </w:placeholder>
        <w:showingPlcHdr/>
        <w:text w:multiLine="1"/>
      </w:sdtPr>
      <w:sdtEndPr/>
      <w:sdtContent>
        <w:p w14:paraId="74B2EC20" w14:textId="259919E1" w:rsidR="00F755CB" w:rsidRPr="00C47A75" w:rsidRDefault="00C47A75" w:rsidP="00F755CB">
          <w:pPr>
            <w:rPr>
              <w:rFonts w:asciiTheme="minorHAnsi" w:hAnsiTheme="minorHAnsi"/>
            </w:rPr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0F197878" w14:textId="77777777" w:rsidR="005678A3" w:rsidRPr="00C47A75" w:rsidRDefault="005678A3" w:rsidP="00F755CB">
      <w:pPr>
        <w:rPr>
          <w:rFonts w:asciiTheme="minorHAnsi" w:hAnsiTheme="minorHAnsi"/>
        </w:rPr>
      </w:pPr>
    </w:p>
    <w:p w14:paraId="5F2F5C59" w14:textId="77777777" w:rsidR="005678A3" w:rsidRPr="00C47A75" w:rsidRDefault="005678A3" w:rsidP="00F755CB">
      <w:pPr>
        <w:rPr>
          <w:rFonts w:asciiTheme="minorHAnsi" w:hAnsiTheme="minorHAnsi"/>
        </w:rPr>
      </w:pPr>
    </w:p>
    <w:p w14:paraId="36F6AA7C" w14:textId="77777777" w:rsidR="005678A3" w:rsidRPr="00C47A75" w:rsidRDefault="005678A3" w:rsidP="00F755CB">
      <w:pPr>
        <w:rPr>
          <w:rFonts w:asciiTheme="minorHAnsi" w:hAnsiTheme="minorHAnsi"/>
        </w:rPr>
      </w:pPr>
    </w:p>
    <w:p w14:paraId="2FF71CF5" w14:textId="77777777" w:rsidR="005678A3" w:rsidRPr="00C47A75" w:rsidRDefault="005678A3" w:rsidP="00F755CB">
      <w:pPr>
        <w:rPr>
          <w:rFonts w:asciiTheme="minorHAnsi" w:hAnsiTheme="minorHAnsi"/>
        </w:rPr>
      </w:pPr>
    </w:p>
    <w:p w14:paraId="51347F30" w14:textId="77777777" w:rsidR="005678A3" w:rsidRPr="00C47A75" w:rsidRDefault="005678A3" w:rsidP="00F755CB">
      <w:pPr>
        <w:rPr>
          <w:rFonts w:asciiTheme="minorHAnsi" w:hAnsiTheme="minorHAnsi"/>
        </w:rPr>
      </w:pPr>
    </w:p>
    <w:p w14:paraId="66003219" w14:textId="77777777" w:rsidR="005678A3" w:rsidRPr="00C47A75" w:rsidRDefault="005678A3" w:rsidP="00F755CB">
      <w:pPr>
        <w:rPr>
          <w:rFonts w:asciiTheme="minorHAnsi" w:hAnsiTheme="minorHAnsi"/>
        </w:rPr>
      </w:pPr>
    </w:p>
    <w:p w14:paraId="308EC4DF" w14:textId="77777777" w:rsidR="005678A3" w:rsidRPr="00C47A75" w:rsidRDefault="005678A3" w:rsidP="00F755CB">
      <w:pPr>
        <w:rPr>
          <w:rFonts w:asciiTheme="minorHAnsi" w:hAnsiTheme="minorHAnsi"/>
        </w:rPr>
      </w:pPr>
    </w:p>
    <w:p w14:paraId="7023660B" w14:textId="77777777" w:rsidR="005678A3" w:rsidRPr="00C47A75" w:rsidRDefault="005678A3" w:rsidP="00F755CB">
      <w:pPr>
        <w:rPr>
          <w:rFonts w:asciiTheme="minorHAnsi" w:hAnsiTheme="minorHAnsi"/>
        </w:rPr>
      </w:pPr>
    </w:p>
    <w:p w14:paraId="190E9555" w14:textId="77777777" w:rsidR="005678A3" w:rsidRPr="00B838A9" w:rsidRDefault="005678A3" w:rsidP="00F755CB">
      <w:pPr>
        <w:rPr>
          <w:rFonts w:asciiTheme="minorHAnsi" w:hAnsiTheme="minorHAnsi"/>
          <w:b/>
        </w:rPr>
      </w:pPr>
    </w:p>
    <w:p w14:paraId="5F838F8E" w14:textId="77777777" w:rsidR="00F755CB" w:rsidRPr="00B838A9" w:rsidRDefault="00F755CB" w:rsidP="00F755CB">
      <w:pPr>
        <w:rPr>
          <w:rFonts w:asciiTheme="minorHAnsi" w:hAnsiTheme="minorHAnsi"/>
          <w:b/>
        </w:rPr>
      </w:pPr>
      <w:r w:rsidRPr="00B838A9">
        <w:rPr>
          <w:rFonts w:asciiTheme="minorHAnsi" w:hAnsiTheme="minorHAnsi"/>
          <w:b/>
        </w:rPr>
        <w:t>Communication:</w:t>
      </w:r>
    </w:p>
    <w:p w14:paraId="552724D5" w14:textId="77777777" w:rsidR="00F755CB" w:rsidRPr="00B838A9" w:rsidRDefault="00F755CB" w:rsidP="00F755CB">
      <w:pPr>
        <w:rPr>
          <w:rFonts w:asciiTheme="minorHAnsi" w:hAnsiTheme="minorHAnsi"/>
        </w:rPr>
      </w:pPr>
      <w:r w:rsidRPr="00B838A9">
        <w:rPr>
          <w:rFonts w:asciiTheme="minorHAnsi" w:hAnsiTheme="minorHAnsi"/>
        </w:rPr>
        <w:t>How will the outcomes and</w:t>
      </w:r>
      <w:r w:rsidR="00A56EFE" w:rsidRPr="00B838A9">
        <w:rPr>
          <w:rFonts w:asciiTheme="minorHAnsi" w:hAnsiTheme="minorHAnsi"/>
        </w:rPr>
        <w:t xml:space="preserve"> the knowledge gained from</w:t>
      </w:r>
      <w:r w:rsidRPr="00B838A9">
        <w:rPr>
          <w:rFonts w:asciiTheme="minorHAnsi" w:hAnsiTheme="minorHAnsi"/>
        </w:rPr>
        <w:t xml:space="preserve"> the project be communicated to others?</w:t>
      </w:r>
    </w:p>
    <w:sdt>
      <w:sdtPr>
        <w:rPr>
          <w:rFonts w:asciiTheme="minorHAnsi" w:hAnsiTheme="minorHAnsi"/>
        </w:rPr>
        <w:id w:val="-160859675"/>
        <w:placeholder>
          <w:docPart w:val="56C087EB7CE349298EF2870DC9D2EAF7"/>
        </w:placeholder>
        <w:showingPlcHdr/>
        <w:text w:multiLine="1"/>
      </w:sdtPr>
      <w:sdtEndPr/>
      <w:sdtContent>
        <w:p w14:paraId="59BCEEF2" w14:textId="47978852" w:rsidR="00F755CB" w:rsidRPr="00C47A75" w:rsidRDefault="00C47A75" w:rsidP="00F755CB">
          <w:pPr>
            <w:rPr>
              <w:rFonts w:asciiTheme="minorHAnsi" w:hAnsiTheme="minorHAnsi"/>
            </w:rPr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4027A583" w14:textId="77777777" w:rsidR="005678A3" w:rsidRPr="00C47A75" w:rsidRDefault="005678A3" w:rsidP="00F755CB">
      <w:pPr>
        <w:rPr>
          <w:rFonts w:asciiTheme="minorHAnsi" w:hAnsiTheme="minorHAnsi"/>
        </w:rPr>
      </w:pPr>
    </w:p>
    <w:p w14:paraId="062C1480" w14:textId="77777777" w:rsidR="005678A3" w:rsidRPr="00C47A75" w:rsidRDefault="005678A3" w:rsidP="00F755CB">
      <w:pPr>
        <w:rPr>
          <w:rFonts w:asciiTheme="minorHAnsi" w:hAnsiTheme="minorHAnsi"/>
        </w:rPr>
      </w:pPr>
    </w:p>
    <w:p w14:paraId="641B266C" w14:textId="77777777" w:rsidR="005678A3" w:rsidRPr="00C47A75" w:rsidRDefault="005678A3" w:rsidP="00F755CB">
      <w:pPr>
        <w:rPr>
          <w:rFonts w:asciiTheme="minorHAnsi" w:hAnsiTheme="minorHAnsi"/>
        </w:rPr>
      </w:pPr>
    </w:p>
    <w:p w14:paraId="009DF8B8" w14:textId="77777777" w:rsidR="005678A3" w:rsidRPr="00C47A75" w:rsidRDefault="005678A3" w:rsidP="00F755CB">
      <w:pPr>
        <w:rPr>
          <w:rFonts w:asciiTheme="minorHAnsi" w:hAnsiTheme="minorHAnsi"/>
        </w:rPr>
      </w:pPr>
    </w:p>
    <w:p w14:paraId="475B6B82" w14:textId="77777777" w:rsidR="005678A3" w:rsidRPr="00C47A75" w:rsidRDefault="005678A3" w:rsidP="00F755CB">
      <w:pPr>
        <w:rPr>
          <w:rFonts w:asciiTheme="minorHAnsi" w:hAnsiTheme="minorHAnsi"/>
        </w:rPr>
      </w:pPr>
    </w:p>
    <w:p w14:paraId="19382AB4" w14:textId="77777777" w:rsidR="005678A3" w:rsidRPr="00C47A75" w:rsidRDefault="005678A3" w:rsidP="00F755CB">
      <w:pPr>
        <w:rPr>
          <w:rFonts w:asciiTheme="minorHAnsi" w:hAnsiTheme="minorHAnsi"/>
        </w:rPr>
      </w:pPr>
    </w:p>
    <w:p w14:paraId="786B1319" w14:textId="77777777" w:rsidR="005678A3" w:rsidRPr="007D4D35" w:rsidRDefault="005678A3" w:rsidP="00F755CB">
      <w:pPr>
        <w:rPr>
          <w:rFonts w:asciiTheme="minorHAnsi" w:hAnsiTheme="minorHAnsi"/>
        </w:rPr>
      </w:pPr>
    </w:p>
    <w:sdt>
      <w:sdtPr>
        <w:rPr>
          <w:rFonts w:asciiTheme="minorHAnsi" w:hAnsiTheme="minorHAnsi"/>
        </w:rPr>
        <w:id w:val="-1488552768"/>
        <w:placeholder>
          <w:docPart w:val="DefaultPlaceholder_1081868574"/>
        </w:placeholder>
        <w:text w:multiLine="1"/>
      </w:sdtPr>
      <w:sdtEndPr/>
      <w:sdtContent>
        <w:p w14:paraId="3EC8A7DC" w14:textId="1FF8A175" w:rsidR="005678A3" w:rsidRPr="007D4D35" w:rsidRDefault="00314259" w:rsidP="00F755CB">
          <w:pPr>
            <w:rPr>
              <w:rFonts w:asciiTheme="minorHAnsi" w:hAnsiTheme="minorHAnsi"/>
            </w:rPr>
          </w:pPr>
          <w:r>
            <w:rPr>
              <w:rFonts w:asciiTheme="minorHAnsi" w:hAnsiTheme="minorHAnsi"/>
            </w:rPr>
            <w:t xml:space="preserve"> </w:t>
          </w:r>
        </w:p>
      </w:sdtContent>
    </w:sdt>
    <w:p w14:paraId="116F174A" w14:textId="0C044570" w:rsidR="00F755CB" w:rsidRPr="007D4D35" w:rsidRDefault="00F755CB" w:rsidP="00F755CB">
      <w:pPr>
        <w:rPr>
          <w:rFonts w:asciiTheme="minorHAnsi" w:hAnsiTheme="minorHAnsi"/>
        </w:rPr>
      </w:pPr>
      <w:r w:rsidRPr="007D4D35">
        <w:rPr>
          <w:rFonts w:asciiTheme="minorHAnsi" w:hAnsiTheme="minorHAnsi"/>
        </w:rPr>
        <w:t>_______________________________</w:t>
      </w:r>
    </w:p>
    <w:p w14:paraId="5D3B7F41" w14:textId="14290F96" w:rsidR="008D4A0C" w:rsidRPr="007D4D35" w:rsidRDefault="00505008" w:rsidP="00505008">
      <w:pPr>
        <w:ind w:left="5040" w:hanging="5040"/>
        <w:rPr>
          <w:rFonts w:asciiTheme="minorHAnsi" w:hAnsiTheme="minorHAnsi"/>
          <w:b/>
        </w:rPr>
      </w:pPr>
      <w:r w:rsidRPr="007D4D35">
        <w:rPr>
          <w:rFonts w:asciiTheme="minorHAnsi" w:hAnsiTheme="minorHAnsi"/>
          <w:b/>
        </w:rPr>
        <w:t>Signature of Authorising Officer</w:t>
      </w:r>
    </w:p>
    <w:sdt>
      <w:sdtPr>
        <w:rPr>
          <w:rFonts w:asciiTheme="minorHAnsi" w:hAnsiTheme="minorHAnsi"/>
        </w:rPr>
        <w:id w:val="-671333128"/>
        <w:placeholder>
          <w:docPart w:val="556475AD2FAC4AA198D20F8D74DFDA26"/>
        </w:placeholder>
        <w:showingPlcHdr/>
        <w:text w:multiLine="1"/>
      </w:sdtPr>
      <w:sdtEndPr/>
      <w:sdtContent>
        <w:p w14:paraId="313EE2E5" w14:textId="15047758" w:rsidR="008D4A0C" w:rsidRPr="007D4D35" w:rsidRDefault="00C47A75" w:rsidP="00505008">
          <w:pPr>
            <w:ind w:left="5040" w:hanging="5040"/>
            <w:rPr>
              <w:rFonts w:asciiTheme="minorHAnsi" w:hAnsiTheme="minorHAnsi"/>
            </w:rPr>
          </w:pPr>
          <w:r w:rsidRPr="007D4D3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5493446E" w14:textId="533811DD" w:rsidR="008D4A0C" w:rsidRPr="007D4D35" w:rsidRDefault="008D4A0C" w:rsidP="00505008">
      <w:pPr>
        <w:ind w:left="5040" w:hanging="5040"/>
        <w:rPr>
          <w:rFonts w:asciiTheme="minorHAnsi" w:hAnsiTheme="minorHAnsi"/>
        </w:rPr>
      </w:pPr>
      <w:r w:rsidRPr="007D4D35">
        <w:rPr>
          <w:rFonts w:asciiTheme="minorHAnsi" w:hAnsiTheme="minorHAnsi"/>
        </w:rPr>
        <w:t>_______________________________</w:t>
      </w:r>
    </w:p>
    <w:p w14:paraId="6DDD1A0B" w14:textId="1C7373AA" w:rsidR="00505008" w:rsidRPr="007D4D35" w:rsidRDefault="00A01C6F" w:rsidP="00505008">
      <w:pPr>
        <w:ind w:left="5040" w:hanging="5040"/>
        <w:rPr>
          <w:rFonts w:asciiTheme="minorHAnsi" w:hAnsiTheme="minorHAnsi"/>
          <w:b/>
        </w:rPr>
      </w:pPr>
      <w:r w:rsidRPr="007D4D35">
        <w:rPr>
          <w:rFonts w:asciiTheme="minorHAnsi" w:hAnsiTheme="minorHAnsi"/>
          <w:b/>
        </w:rPr>
        <w:t>Position</w:t>
      </w:r>
      <w:r w:rsidR="00505008" w:rsidRPr="007D4D35">
        <w:rPr>
          <w:rFonts w:asciiTheme="minorHAnsi" w:hAnsiTheme="minorHAnsi"/>
          <w:b/>
        </w:rPr>
        <w:t xml:space="preserve">  </w:t>
      </w:r>
    </w:p>
    <w:sdt>
      <w:sdtPr>
        <w:rPr>
          <w:rFonts w:asciiTheme="minorHAnsi" w:hAnsiTheme="minorHAnsi"/>
        </w:rPr>
        <w:id w:val="-479309339"/>
        <w:placeholder>
          <w:docPart w:val="CA4C42AEA8F24370A99DC4000FEB26D9"/>
        </w:placeholder>
        <w:showingPlcHdr/>
        <w:text w:multiLine="1"/>
      </w:sdtPr>
      <w:sdtEndPr/>
      <w:sdtContent>
        <w:p w14:paraId="563CFF9F" w14:textId="007D69CE" w:rsidR="00F755CB" w:rsidRPr="007D4D35" w:rsidRDefault="00C47A75" w:rsidP="00505008">
          <w:pPr>
            <w:ind w:left="5040" w:hanging="5040"/>
            <w:rPr>
              <w:rFonts w:asciiTheme="minorHAnsi" w:hAnsiTheme="minorHAnsi"/>
            </w:rPr>
          </w:pPr>
          <w:r w:rsidRPr="007D4D3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7D2758B1" w14:textId="5F67F0CE" w:rsidR="00F755CB" w:rsidRPr="007D4D35" w:rsidRDefault="008D4A0C" w:rsidP="00766EF3">
      <w:pPr>
        <w:rPr>
          <w:rFonts w:asciiTheme="minorHAnsi" w:hAnsiTheme="minorHAnsi"/>
        </w:rPr>
      </w:pPr>
      <w:r w:rsidRPr="007D4D35">
        <w:rPr>
          <w:rFonts w:asciiTheme="minorHAnsi" w:hAnsiTheme="minorHAnsi"/>
        </w:rPr>
        <w:t>_______________________________</w:t>
      </w:r>
    </w:p>
    <w:p w14:paraId="1C64BB08" w14:textId="45EB42D0" w:rsidR="008D4A0C" w:rsidRPr="007D4D35" w:rsidRDefault="008D4A0C" w:rsidP="00F755CB">
      <w:pPr>
        <w:ind w:left="5040" w:hanging="5040"/>
        <w:rPr>
          <w:rFonts w:asciiTheme="minorHAnsi" w:hAnsiTheme="minorHAnsi"/>
          <w:b/>
        </w:rPr>
      </w:pPr>
      <w:r w:rsidRPr="007D4D35">
        <w:rPr>
          <w:rFonts w:asciiTheme="minorHAnsi" w:hAnsiTheme="minorHAnsi"/>
          <w:b/>
        </w:rPr>
        <w:t>Name</w:t>
      </w:r>
    </w:p>
    <w:sdt>
      <w:sdtPr>
        <w:rPr>
          <w:rFonts w:asciiTheme="minorHAnsi" w:hAnsiTheme="minorHAnsi"/>
        </w:rPr>
        <w:id w:val="-350412122"/>
        <w:placeholder>
          <w:docPart w:val="EF9A597465F543828A3ADD77493C262A"/>
        </w:placeholder>
        <w:showingPlcHdr/>
        <w:text w:multiLine="1"/>
      </w:sdtPr>
      <w:sdtEndPr/>
      <w:sdtContent>
        <w:p w14:paraId="5E00207D" w14:textId="46C7174A" w:rsidR="008D4A0C" w:rsidRPr="007D4D35" w:rsidRDefault="00C47A75" w:rsidP="00F755CB">
          <w:pPr>
            <w:ind w:left="5040" w:hanging="5040"/>
            <w:rPr>
              <w:rFonts w:asciiTheme="minorHAnsi" w:hAnsiTheme="minorHAnsi"/>
            </w:rPr>
          </w:pPr>
          <w:r w:rsidRPr="007D4D35">
            <w:rPr>
              <w:rStyle w:val="PlaceholderText"/>
              <w:rFonts w:eastAsiaTheme="minorHAnsi"/>
            </w:rPr>
            <w:t>Click here to enter text.</w:t>
          </w:r>
        </w:p>
      </w:sdtContent>
    </w:sdt>
    <w:p w14:paraId="6D6EF283" w14:textId="2E13FAB4" w:rsidR="008D4A0C" w:rsidRDefault="008D4A0C" w:rsidP="00F755CB">
      <w:pPr>
        <w:ind w:left="5040" w:hanging="504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_______________________________</w:t>
      </w:r>
    </w:p>
    <w:p w14:paraId="545A7A55" w14:textId="44F60445" w:rsidR="008D4A0C" w:rsidRPr="00B838A9" w:rsidRDefault="008D4A0C" w:rsidP="00F755CB">
      <w:pPr>
        <w:ind w:left="5040" w:hanging="504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Date</w:t>
      </w:r>
      <w:r w:rsidR="006A092D">
        <w:rPr>
          <w:rFonts w:asciiTheme="minorHAnsi" w:hAnsiTheme="minorHAnsi"/>
          <w:b/>
        </w:rPr>
        <w:t xml:space="preserve"> </w:t>
      </w:r>
      <w:r w:rsidR="006A092D">
        <w:rPr>
          <w:rFonts w:asciiTheme="minorHAnsi" w:hAnsiTheme="minorHAnsi"/>
          <w:b/>
        </w:rPr>
        <w:tab/>
      </w:r>
    </w:p>
    <w:p w14:paraId="698267A6" w14:textId="77777777" w:rsidR="00505008" w:rsidRDefault="00505008" w:rsidP="005678A3">
      <w:pPr>
        <w:ind w:left="5040" w:hanging="5040"/>
        <w:rPr>
          <w:rFonts w:asciiTheme="minorHAnsi" w:hAnsiTheme="minorHAnsi"/>
          <w:b/>
        </w:rPr>
      </w:pPr>
    </w:p>
    <w:p w14:paraId="0A0FB440" w14:textId="0FFDF9A2" w:rsidR="00505008" w:rsidRPr="00055FAE" w:rsidRDefault="00213666" w:rsidP="00505008">
      <w:pPr>
        <w:ind w:left="5040" w:hanging="5040"/>
        <w:rPr>
          <w:rFonts w:asciiTheme="minorHAnsi" w:hAnsiTheme="minorHAnsi"/>
        </w:rPr>
      </w:pPr>
      <w:sdt>
        <w:sdtPr>
          <w:rPr>
            <w:rFonts w:asciiTheme="minorHAnsi" w:hAnsiTheme="minorHAnsi"/>
          </w:rPr>
          <w:id w:val="-1625917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5FAE">
            <w:rPr>
              <w:rFonts w:ascii="MS Gothic" w:eastAsia="MS Gothic" w:hAnsi="MS Gothic" w:hint="eastAsia"/>
            </w:rPr>
            <w:t>☐</w:t>
          </w:r>
        </w:sdtContent>
      </w:sdt>
      <w:r w:rsidR="00055FAE">
        <w:rPr>
          <w:rFonts w:asciiTheme="minorHAnsi" w:hAnsiTheme="minorHAnsi"/>
        </w:rPr>
        <w:t xml:space="preserve"> </w:t>
      </w:r>
      <w:r w:rsidR="00055FAE" w:rsidRPr="00055FAE">
        <w:rPr>
          <w:rFonts w:asciiTheme="minorHAnsi" w:hAnsiTheme="minorHAnsi"/>
        </w:rPr>
        <w:t xml:space="preserve">I am duly authorised on behalf of my organisation to submit this application. </w:t>
      </w:r>
      <w:r w:rsidR="00505008" w:rsidRPr="00055FAE">
        <w:rPr>
          <w:rFonts w:asciiTheme="minorHAnsi" w:hAnsiTheme="minorHAnsi"/>
        </w:rPr>
        <w:tab/>
      </w:r>
    </w:p>
    <w:sectPr w:rsidR="00505008" w:rsidRPr="00055FAE" w:rsidSect="00A84156">
      <w:headerReference w:type="default" r:id="rId9"/>
      <w:footerReference w:type="even" r:id="rId10"/>
      <w:footerReference w:type="default" r:id="rId11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EF64A" w14:textId="77777777" w:rsidR="00213666" w:rsidRDefault="00213666" w:rsidP="005678A3">
      <w:r>
        <w:separator/>
      </w:r>
    </w:p>
  </w:endnote>
  <w:endnote w:type="continuationSeparator" w:id="0">
    <w:p w14:paraId="37AE6DDE" w14:textId="77777777" w:rsidR="00213666" w:rsidRDefault="00213666" w:rsidP="0056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59E5B" w14:textId="77777777" w:rsidR="00A84156" w:rsidRDefault="0002771A" w:rsidP="00A8415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8415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88D6D5" w14:textId="77777777" w:rsidR="00A84156" w:rsidRDefault="00A841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3E911" w14:textId="77777777" w:rsidR="00A84156" w:rsidRPr="00B0637D" w:rsidRDefault="00213666" w:rsidP="00A84156">
    <w:pPr>
      <w:pStyle w:val="Footer"/>
      <w:rPr>
        <w:sz w:val="16"/>
        <w:szCs w:val="16"/>
      </w:rPr>
    </w:pPr>
    <w:r>
      <w:rPr>
        <w:sz w:val="16"/>
        <w:szCs w:val="16"/>
      </w:rPr>
      <w:pict w14:anchorId="27D4CDD6">
        <v:rect id="_x0000_i1026" style="width:0;height:1.5pt" o:hralign="center" o:hrstd="t" o:hr="t" fillcolor="#aca899" stroked="f"/>
      </w:pict>
    </w:r>
  </w:p>
  <w:p w14:paraId="3FB0E973" w14:textId="77777777" w:rsidR="00A84156" w:rsidRDefault="00A84156" w:rsidP="005678A3">
    <w:pPr>
      <w:pStyle w:val="Footer"/>
      <w:framePr w:wrap="around" w:vAnchor="text" w:hAnchor="page" w:x="5935" w:y="144"/>
      <w:jc w:val="right"/>
      <w:rPr>
        <w:rStyle w:val="PageNumber"/>
      </w:rPr>
    </w:pPr>
    <w:r>
      <w:rPr>
        <w:rStyle w:val="PageNumber"/>
      </w:rPr>
      <w:t xml:space="preserve">                                                                            </w:t>
    </w:r>
    <w:r w:rsidR="0002771A"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2771A">
      <w:rPr>
        <w:rStyle w:val="PageNumber"/>
      </w:rPr>
      <w:fldChar w:fldCharType="separate"/>
    </w:r>
    <w:r w:rsidR="008949C6">
      <w:rPr>
        <w:rStyle w:val="PageNumber"/>
        <w:noProof/>
      </w:rPr>
      <w:t>2</w:t>
    </w:r>
    <w:r w:rsidR="0002771A">
      <w:rPr>
        <w:rStyle w:val="PageNumber"/>
      </w:rPr>
      <w:fldChar w:fldCharType="end"/>
    </w:r>
  </w:p>
  <w:p w14:paraId="00F8A411" w14:textId="3DEE085C" w:rsidR="00A84156" w:rsidRPr="00A46CC9" w:rsidRDefault="00A46CC9" w:rsidP="00A56EFE">
    <w:pPr>
      <w:pStyle w:val="Footer"/>
      <w:tabs>
        <w:tab w:val="center" w:pos="4639"/>
        <w:tab w:val="left" w:pos="6420"/>
      </w:tabs>
      <w:ind w:right="360"/>
      <w:rPr>
        <w:rFonts w:asciiTheme="minorHAnsi" w:hAnsiTheme="minorHAnsi"/>
        <w:sz w:val="18"/>
        <w:szCs w:val="18"/>
      </w:rPr>
    </w:pPr>
    <w:r w:rsidRPr="00A46CC9">
      <w:rPr>
        <w:rFonts w:asciiTheme="minorHAnsi" w:hAnsiTheme="minorHAnsi"/>
        <w:sz w:val="18"/>
        <w:szCs w:val="18"/>
      </w:rPr>
      <w:t>Funding Application 201</w:t>
    </w:r>
    <w:r w:rsidR="00055FAE">
      <w:rPr>
        <w:rFonts w:asciiTheme="minorHAnsi" w:hAnsiTheme="minorHAnsi"/>
        <w:sz w:val="18"/>
        <w:szCs w:val="18"/>
      </w:rPr>
      <w:t>9-20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1BFC8" w14:textId="77777777" w:rsidR="00213666" w:rsidRDefault="00213666" w:rsidP="005678A3">
      <w:r>
        <w:separator/>
      </w:r>
    </w:p>
  </w:footnote>
  <w:footnote w:type="continuationSeparator" w:id="0">
    <w:p w14:paraId="75DA8AB6" w14:textId="77777777" w:rsidR="00213666" w:rsidRDefault="00213666" w:rsidP="00567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1506F" w14:textId="77777777" w:rsidR="00A84156" w:rsidRPr="00B0637D" w:rsidRDefault="00213666" w:rsidP="00A84156">
    <w:pPr>
      <w:pStyle w:val="Footer"/>
      <w:rPr>
        <w:sz w:val="16"/>
        <w:szCs w:val="16"/>
      </w:rPr>
    </w:pPr>
    <w:r>
      <w:rPr>
        <w:sz w:val="16"/>
        <w:szCs w:val="16"/>
      </w:rPr>
      <w:pict w14:anchorId="04540F1F">
        <v:rect id="_x0000_i1025" style="width:0;height:1.5pt" o:hralign="center" o:hrstd="t" o:hr="t" fillcolor="#aca899" stroked="f"/>
      </w:pict>
    </w:r>
  </w:p>
  <w:p w14:paraId="2CA7565E" w14:textId="77777777" w:rsidR="00A84156" w:rsidRDefault="00A841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17D51"/>
    <w:multiLevelType w:val="hybridMultilevel"/>
    <w:tmpl w:val="7C3A42D0"/>
    <w:lvl w:ilvl="0" w:tplc="B1DE36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414B7"/>
    <w:multiLevelType w:val="hybridMultilevel"/>
    <w:tmpl w:val="A4107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CB"/>
    <w:rsid w:val="0002771A"/>
    <w:rsid w:val="00054290"/>
    <w:rsid w:val="00055FAE"/>
    <w:rsid w:val="000946B3"/>
    <w:rsid w:val="000E5E9C"/>
    <w:rsid w:val="002026D6"/>
    <w:rsid w:val="00213666"/>
    <w:rsid w:val="00240265"/>
    <w:rsid w:val="00240916"/>
    <w:rsid w:val="002B561F"/>
    <w:rsid w:val="002C538B"/>
    <w:rsid w:val="00314259"/>
    <w:rsid w:val="00366BC1"/>
    <w:rsid w:val="0038720B"/>
    <w:rsid w:val="00416BB7"/>
    <w:rsid w:val="00496C40"/>
    <w:rsid w:val="004A6EEE"/>
    <w:rsid w:val="00505008"/>
    <w:rsid w:val="005407FE"/>
    <w:rsid w:val="005678A3"/>
    <w:rsid w:val="00594AD3"/>
    <w:rsid w:val="005F0B63"/>
    <w:rsid w:val="005F4043"/>
    <w:rsid w:val="006A092D"/>
    <w:rsid w:val="006B26D2"/>
    <w:rsid w:val="006E50ED"/>
    <w:rsid w:val="006F7ED3"/>
    <w:rsid w:val="007019A3"/>
    <w:rsid w:val="007401FE"/>
    <w:rsid w:val="00766EF3"/>
    <w:rsid w:val="00797A42"/>
    <w:rsid w:val="007C0D3B"/>
    <w:rsid w:val="007D4D35"/>
    <w:rsid w:val="00846E02"/>
    <w:rsid w:val="008949C6"/>
    <w:rsid w:val="008D4A0C"/>
    <w:rsid w:val="008E2935"/>
    <w:rsid w:val="00934587"/>
    <w:rsid w:val="00955128"/>
    <w:rsid w:val="009602EF"/>
    <w:rsid w:val="009A4241"/>
    <w:rsid w:val="009E7B50"/>
    <w:rsid w:val="009F40D8"/>
    <w:rsid w:val="00A01C6F"/>
    <w:rsid w:val="00A14945"/>
    <w:rsid w:val="00A46CC9"/>
    <w:rsid w:val="00A540F1"/>
    <w:rsid w:val="00A56EFE"/>
    <w:rsid w:val="00A72413"/>
    <w:rsid w:val="00A84156"/>
    <w:rsid w:val="00AC7432"/>
    <w:rsid w:val="00B838A9"/>
    <w:rsid w:val="00B91623"/>
    <w:rsid w:val="00C337A6"/>
    <w:rsid w:val="00C47A75"/>
    <w:rsid w:val="00CC5C20"/>
    <w:rsid w:val="00CD31D9"/>
    <w:rsid w:val="00CD365A"/>
    <w:rsid w:val="00D107C1"/>
    <w:rsid w:val="00D33866"/>
    <w:rsid w:val="00D353F5"/>
    <w:rsid w:val="00D74FD4"/>
    <w:rsid w:val="00D80069"/>
    <w:rsid w:val="00DA53F1"/>
    <w:rsid w:val="00DE0795"/>
    <w:rsid w:val="00E16F96"/>
    <w:rsid w:val="00E24D5E"/>
    <w:rsid w:val="00EB2664"/>
    <w:rsid w:val="00F7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9A234"/>
  <w15:docId w15:val="{CF857FAC-6491-4861-A789-2CC09BACA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755C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55CB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uiPriority w:val="99"/>
    <w:rsid w:val="00F755C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755C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5CB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EB2664"/>
    <w:pPr>
      <w:ind w:left="720"/>
      <w:contextualSpacing/>
    </w:pPr>
  </w:style>
  <w:style w:type="table" w:styleId="TableGrid">
    <w:name w:val="Table Grid"/>
    <w:basedOn w:val="TableNormal"/>
    <w:uiPriority w:val="59"/>
    <w:rsid w:val="00366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4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290"/>
    <w:rPr>
      <w:rFonts w:ascii="Segoe UI" w:eastAsia="Times New Roman" w:hAnsi="Segoe UI" w:cs="Segoe UI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F40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0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0D8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0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D8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Revision">
    <w:name w:val="Revision"/>
    <w:hidden/>
    <w:uiPriority w:val="99"/>
    <w:semiHidden/>
    <w:rsid w:val="008D4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9A42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179E9-E152-4907-B1D4-7BF967CB6D79}"/>
      </w:docPartPr>
      <w:docPartBody>
        <w:p w:rsidR="00FF6EF0" w:rsidRDefault="00DB17BE">
          <w:r w:rsidRPr="00FD3EBD">
            <w:rPr>
              <w:rStyle w:val="PlaceholderText"/>
            </w:rPr>
            <w:t>Click here to enter text.</w:t>
          </w:r>
        </w:p>
      </w:docPartBody>
    </w:docPart>
    <w:docPart>
      <w:docPartPr>
        <w:name w:val="0F30CCCE9B6E4E9480531F9E514D2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10FB3-8B1F-428F-895E-8E75AFC8C7E5}"/>
      </w:docPartPr>
      <w:docPartBody>
        <w:p w:rsidR="00AC41DB" w:rsidRDefault="005F2E08" w:rsidP="005F2E08">
          <w:pPr>
            <w:pStyle w:val="0F30CCCE9B6E4E9480531F9E514D2C17"/>
          </w:pPr>
          <w:r w:rsidRPr="00FD3EBD">
            <w:rPr>
              <w:rStyle w:val="PlaceholderText"/>
            </w:rPr>
            <w:t>Click here to enter text.</w:t>
          </w:r>
        </w:p>
      </w:docPartBody>
    </w:docPart>
    <w:docPart>
      <w:docPartPr>
        <w:name w:val="AD4FB9A01B954D6FAD848DC983060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9DB18-DEE5-407D-A7B9-0C3C2EE990BA}"/>
      </w:docPartPr>
      <w:docPartBody>
        <w:p w:rsidR="00AC41DB" w:rsidRDefault="005F2E08" w:rsidP="005F2E08">
          <w:pPr>
            <w:pStyle w:val="AD4FB9A01B954D6FAD848DC983060BA6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831C237DE46644FAAF6BCA24CB145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B1AC7F-B599-42EE-8C4B-7341779C5713}"/>
      </w:docPartPr>
      <w:docPartBody>
        <w:p w:rsidR="00AC41DB" w:rsidRDefault="005F2E08" w:rsidP="005F2E08">
          <w:pPr>
            <w:pStyle w:val="831C237DE46644FAAF6BCA24CB145E0E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BC2B20771CA2467F880B5C5625985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020AC-A764-45FA-BCF6-0006D886705D}"/>
      </w:docPartPr>
      <w:docPartBody>
        <w:p w:rsidR="00AC41DB" w:rsidRDefault="005F2E08" w:rsidP="005F2E08">
          <w:pPr>
            <w:pStyle w:val="BC2B20771CA2467F880B5C562598517A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FB1ED7C56DB648C78F0C57F00178E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8E503-9978-49C1-938B-143037C640CB}"/>
      </w:docPartPr>
      <w:docPartBody>
        <w:p w:rsidR="00AC41DB" w:rsidRDefault="005F2E08" w:rsidP="005F2E08">
          <w:pPr>
            <w:pStyle w:val="FB1ED7C56DB648C78F0C57F00178E15D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C2A07A62B82D4EAE94BB4D7574FF0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B1A4B3-E0E1-4A33-911A-3F2C762C66C7}"/>
      </w:docPartPr>
      <w:docPartBody>
        <w:p w:rsidR="00AC41DB" w:rsidRDefault="005F2E08" w:rsidP="005F2E08">
          <w:pPr>
            <w:pStyle w:val="C2A07A62B82D4EAE94BB4D7574FF0A7B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EA0FE69289234EEDA8630C377F2A38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2EBC4-B744-4E3E-8248-848B45778427}"/>
      </w:docPartPr>
      <w:docPartBody>
        <w:p w:rsidR="00AC41DB" w:rsidRDefault="005F2E08" w:rsidP="005F2E08">
          <w:pPr>
            <w:pStyle w:val="EA0FE69289234EEDA8630C377F2A38FD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282282341F6F4818847051E28F99B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29386-E528-428D-8951-627D0B1BD7D0}"/>
      </w:docPartPr>
      <w:docPartBody>
        <w:p w:rsidR="00AC41DB" w:rsidRDefault="005F2E08" w:rsidP="005F2E08">
          <w:pPr>
            <w:pStyle w:val="282282341F6F4818847051E28F99B0DE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3FE9FAEB64D14A969ABA7D73DA14F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FFBB0-F9E9-4A6E-8614-5C43095BD1E0}"/>
      </w:docPartPr>
      <w:docPartBody>
        <w:p w:rsidR="00AC41DB" w:rsidRDefault="005F2E08" w:rsidP="005F2E08">
          <w:pPr>
            <w:pStyle w:val="3FE9FAEB64D14A969ABA7D73DA14F613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1E6D2B0C32EE484EB7CE3C3434DD5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676D2-CC43-4702-8D04-F2569D8A2805}"/>
      </w:docPartPr>
      <w:docPartBody>
        <w:p w:rsidR="00AC41DB" w:rsidRDefault="005F2E08" w:rsidP="005F2E08">
          <w:pPr>
            <w:pStyle w:val="1E6D2B0C32EE484EB7CE3C3434DD501C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912B4E11105F4557B6BF465A5B332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AACEA-44E1-46B5-A5E5-10E5E1852A52}"/>
      </w:docPartPr>
      <w:docPartBody>
        <w:p w:rsidR="00AC41DB" w:rsidRDefault="005F2E08" w:rsidP="005F2E08">
          <w:pPr>
            <w:pStyle w:val="912B4E11105F4557B6BF465A5B3325C0"/>
          </w:pPr>
          <w:r w:rsidRPr="00C47A75">
            <w:rPr>
              <w:rStyle w:val="PlaceholderText"/>
              <w:rFonts w:eastAsiaTheme="minorHAnsi"/>
            </w:rPr>
            <w:t>Click here to enter a date.</w:t>
          </w:r>
        </w:p>
      </w:docPartBody>
    </w:docPart>
    <w:docPart>
      <w:docPartPr>
        <w:name w:val="87D05E0E35E24DCA9D3020BCE4C9F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6BE63-19B6-4C3C-A446-E5761C0798B5}"/>
      </w:docPartPr>
      <w:docPartBody>
        <w:p w:rsidR="00AC41DB" w:rsidRDefault="005F2E08" w:rsidP="005F2E08">
          <w:pPr>
            <w:pStyle w:val="87D05E0E35E24DCA9D3020BCE4C9F299"/>
          </w:pPr>
          <w:r w:rsidRPr="00C47A75">
            <w:rPr>
              <w:rStyle w:val="PlaceholderText"/>
              <w:rFonts w:eastAsiaTheme="minorHAnsi"/>
            </w:rPr>
            <w:t>Click here to enter a date.</w:t>
          </w:r>
        </w:p>
      </w:docPartBody>
    </w:docPart>
    <w:docPart>
      <w:docPartPr>
        <w:name w:val="6C317DEA801B46DBB6CB35BD64057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5CB01-6FD3-41DD-8892-6E33FD68C554}"/>
      </w:docPartPr>
      <w:docPartBody>
        <w:p w:rsidR="00AC41DB" w:rsidRDefault="005F2E08" w:rsidP="005F2E08">
          <w:pPr>
            <w:pStyle w:val="6C317DEA801B46DBB6CB35BD640579F6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6F4C4448D6FE422BA8029EAD90C22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7FF21-C622-452D-821E-FA8E0F8E2A49}"/>
      </w:docPartPr>
      <w:docPartBody>
        <w:p w:rsidR="00AC41DB" w:rsidRDefault="005F2E08" w:rsidP="005F2E08">
          <w:pPr>
            <w:pStyle w:val="6F4C4448D6FE422BA8029EAD90C22917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EA33C89FFBF24915A19DF1F6A5983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0C202-79B6-4B0C-A55C-65AA7FDE838F}"/>
      </w:docPartPr>
      <w:docPartBody>
        <w:p w:rsidR="00AC41DB" w:rsidRDefault="005F2E08" w:rsidP="005F2E08">
          <w:pPr>
            <w:pStyle w:val="EA33C89FFBF24915A19DF1F6A59837EE"/>
          </w:pPr>
          <w:r w:rsidRPr="00C47A75">
            <w:rPr>
              <w:rFonts w:eastAsiaTheme="minorHAnsi"/>
            </w:rPr>
            <w:t>Click here to enter text.</w:t>
          </w:r>
        </w:p>
      </w:docPartBody>
    </w:docPart>
    <w:docPart>
      <w:docPartPr>
        <w:name w:val="48EE08C048334A9FBCECF3CE659ED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C8F21-0FA7-4AE6-A69F-7E24EC22A75D}"/>
      </w:docPartPr>
      <w:docPartBody>
        <w:p w:rsidR="00AC41DB" w:rsidRDefault="005F2E08" w:rsidP="005F2E08">
          <w:pPr>
            <w:pStyle w:val="48EE08C048334A9FBCECF3CE659EDC11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191382AD69374D97A2DAD636CD657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FCA64-38BE-4011-855F-ACFCBD54FCAD}"/>
      </w:docPartPr>
      <w:docPartBody>
        <w:p w:rsidR="00AC41DB" w:rsidRDefault="005F2E08" w:rsidP="005F2E08">
          <w:pPr>
            <w:pStyle w:val="191382AD69374D97A2DAD636CD6574D4"/>
          </w:pPr>
          <w:r w:rsidRPr="00FD3EBD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34EF6473EA4E4241AFA5BB7B18941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6FDB4-5177-4D2E-A3DA-050136E3F2A3}"/>
      </w:docPartPr>
      <w:docPartBody>
        <w:p w:rsidR="00AC41DB" w:rsidRDefault="005F2E08" w:rsidP="005F2E08">
          <w:pPr>
            <w:pStyle w:val="34EF6473EA4E4241AFA5BB7B18941C70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8B2AC155F7FF4C6EA5138137FB830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1CD53-CBAC-4D14-A171-7A05D445119A}"/>
      </w:docPartPr>
      <w:docPartBody>
        <w:p w:rsidR="00AC41DB" w:rsidRDefault="005F2E08" w:rsidP="005F2E08">
          <w:pPr>
            <w:pStyle w:val="8B2AC155F7FF4C6EA5138137FB83089A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3533AE723780451190B028A85BD27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F0B8C-58E4-406A-B289-03DBDE5E4D97}"/>
      </w:docPartPr>
      <w:docPartBody>
        <w:p w:rsidR="00AC41DB" w:rsidRDefault="005F2E08" w:rsidP="005F2E08">
          <w:pPr>
            <w:pStyle w:val="3533AE723780451190B028A85BD27F83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F5237405EDC94E9389D257370FB2F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58CB7-65CD-4333-A236-9365AD70D95E}"/>
      </w:docPartPr>
      <w:docPartBody>
        <w:p w:rsidR="00AC41DB" w:rsidRDefault="005F2E08" w:rsidP="005F2E08">
          <w:pPr>
            <w:pStyle w:val="F5237405EDC94E9389D257370FB2F0A9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0A3F36F3FF5647F3B4AC42F165721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DEAF6-6C1E-454E-BCA7-A34C56DCE961}"/>
      </w:docPartPr>
      <w:docPartBody>
        <w:p w:rsidR="00AC41DB" w:rsidRDefault="005F2E08" w:rsidP="005F2E08">
          <w:pPr>
            <w:pStyle w:val="0A3F36F3FF5647F3B4AC42F165721C80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8AAB4C8228F341A5AFDE18099154F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F387C-2DAB-4E98-B3C9-259C84B0AA5C}"/>
      </w:docPartPr>
      <w:docPartBody>
        <w:p w:rsidR="00AC41DB" w:rsidRDefault="005F2E08" w:rsidP="005F2E08">
          <w:pPr>
            <w:pStyle w:val="8AAB4C8228F341A5AFDE18099154F00B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23463ED081D440C6985F82AEAF783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BC258B-7AD7-4149-886F-E9FC52D1701D}"/>
      </w:docPartPr>
      <w:docPartBody>
        <w:p w:rsidR="00AC41DB" w:rsidRDefault="005F2E08" w:rsidP="005F2E08">
          <w:pPr>
            <w:pStyle w:val="23463ED081D440C6985F82AEAF783830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35F731BB2CAA4D6D9E6E2BE29B713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93F96-5321-4C4C-B9E5-79C7F03672A7}"/>
      </w:docPartPr>
      <w:docPartBody>
        <w:p w:rsidR="00AC41DB" w:rsidRDefault="005F2E08" w:rsidP="005F2E08">
          <w:pPr>
            <w:pStyle w:val="35F731BB2CAA4D6D9E6E2BE29B713DB8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56C087EB7CE349298EF2870DC9D2E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A9E83-D403-4B64-B96B-F2DE40052115}"/>
      </w:docPartPr>
      <w:docPartBody>
        <w:p w:rsidR="00AC41DB" w:rsidRDefault="005F2E08" w:rsidP="005F2E08">
          <w:pPr>
            <w:pStyle w:val="56C087EB7CE349298EF2870DC9D2EAF7"/>
          </w:pPr>
          <w:r w:rsidRPr="00C47A7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556475AD2FAC4AA198D20F8D74DFD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232234-C7CF-45D8-B34B-11F96E5C0277}"/>
      </w:docPartPr>
      <w:docPartBody>
        <w:p w:rsidR="00AC41DB" w:rsidRDefault="005F2E08" w:rsidP="005F2E08">
          <w:pPr>
            <w:pStyle w:val="556475AD2FAC4AA198D20F8D74DFDA26"/>
          </w:pPr>
          <w:r w:rsidRPr="007D4D3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CA4C42AEA8F24370A99DC4000FEB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00DF6-BF37-4BDE-AB0B-42515236ADFC}"/>
      </w:docPartPr>
      <w:docPartBody>
        <w:p w:rsidR="00AC41DB" w:rsidRDefault="005F2E08" w:rsidP="005F2E08">
          <w:pPr>
            <w:pStyle w:val="CA4C42AEA8F24370A99DC4000FEB26D9"/>
          </w:pPr>
          <w:r w:rsidRPr="007D4D35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EF9A597465F543828A3ADD77493C2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61B27-9C6F-42B2-9E1E-B092CC0F0E86}"/>
      </w:docPartPr>
      <w:docPartBody>
        <w:p w:rsidR="00AC41DB" w:rsidRDefault="005F2E08" w:rsidP="005F2E08">
          <w:pPr>
            <w:pStyle w:val="EF9A597465F543828A3ADD77493C262A"/>
          </w:pPr>
          <w:r w:rsidRPr="007D4D35">
            <w:rPr>
              <w:rStyle w:val="PlaceholderText"/>
              <w:rFonts w:eastAsiaTheme="minorHAnsi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7BE"/>
    <w:rsid w:val="005F2E08"/>
    <w:rsid w:val="008E37AE"/>
    <w:rsid w:val="008F111F"/>
    <w:rsid w:val="00AC41DB"/>
    <w:rsid w:val="00AE52CB"/>
    <w:rsid w:val="00B236AA"/>
    <w:rsid w:val="00B925E3"/>
    <w:rsid w:val="00D2150E"/>
    <w:rsid w:val="00DB17BE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2E08"/>
    <w:rPr>
      <w:color w:val="808080"/>
    </w:rPr>
  </w:style>
  <w:style w:type="paragraph" w:customStyle="1" w:styleId="0F30CCCE9B6E4E9480531F9E514D2C17">
    <w:name w:val="0F30CCCE9B6E4E9480531F9E514D2C17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4FB9A01B954D6FAD848DC983060BA6">
    <w:name w:val="AD4FB9A01B954D6FAD848DC983060BA6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1C237DE46644FAAF6BCA24CB145E0E">
    <w:name w:val="831C237DE46644FAAF6BCA24CB145E0E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B20771CA2467F880B5C562598517A">
    <w:name w:val="BC2B20771CA2467F880B5C562598517A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ED7C56DB648C78F0C57F00178E15D">
    <w:name w:val="FB1ED7C56DB648C78F0C57F00178E15D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A07A62B82D4EAE94BB4D7574FF0A7B">
    <w:name w:val="C2A07A62B82D4EAE94BB4D7574FF0A7B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0FE69289234EEDA8630C377F2A38FD">
    <w:name w:val="EA0FE69289234EEDA8630C377F2A38FD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82341F6F4818847051E28F99B0DE">
    <w:name w:val="282282341F6F4818847051E28F99B0DE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E9FAEB64D14A969ABA7D73DA14F613">
    <w:name w:val="3FE9FAEB64D14A969ABA7D73DA14F613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6D2B0C32EE484EB7CE3C3434DD501C">
    <w:name w:val="1E6D2B0C32EE484EB7CE3C3434DD501C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2B4E11105F4557B6BF465A5B3325C0">
    <w:name w:val="912B4E11105F4557B6BF465A5B3325C0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D05E0E35E24DCA9D3020BCE4C9F299">
    <w:name w:val="87D05E0E35E24DCA9D3020BCE4C9F299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317DEA801B46DBB6CB35BD640579F6">
    <w:name w:val="6C317DEA801B46DBB6CB35BD640579F6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C4448D6FE422BA8029EAD90C22917">
    <w:name w:val="6F4C4448D6FE422BA8029EAD90C22917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3C89FFBF24915A19DF1F6A59837EE">
    <w:name w:val="EA33C89FFBF24915A19DF1F6A59837EE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E08C048334A9FBCECF3CE659EDC11">
    <w:name w:val="48EE08C048334A9FBCECF3CE659EDC11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382AD69374D97A2DAD636CD6574D4">
    <w:name w:val="191382AD69374D97A2DAD636CD6574D4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EF6473EA4E4241AFA5BB7B18941C70">
    <w:name w:val="34EF6473EA4E4241AFA5BB7B18941C70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AC155F7FF4C6EA5138137FB83089A">
    <w:name w:val="8B2AC155F7FF4C6EA5138137FB83089A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33AE723780451190B028A85BD27F83">
    <w:name w:val="3533AE723780451190B028A85BD27F83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237405EDC94E9389D257370FB2F0A9">
    <w:name w:val="F5237405EDC94E9389D257370FB2F0A9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F36F3FF5647F3B4AC42F165721C80">
    <w:name w:val="0A3F36F3FF5647F3B4AC42F165721C80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AB4C8228F341A5AFDE18099154F00B">
    <w:name w:val="8AAB4C8228F341A5AFDE18099154F00B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463ED081D440C6985F82AEAF783830">
    <w:name w:val="23463ED081D440C6985F82AEAF783830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F731BB2CAA4D6D9E6E2BE29B713DB8">
    <w:name w:val="35F731BB2CAA4D6D9E6E2BE29B713DB8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C087EB7CE349298EF2870DC9D2EAF7">
    <w:name w:val="56C087EB7CE349298EF2870DC9D2EAF7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6475AD2FAC4AA198D20F8D74DFDA26">
    <w:name w:val="556475AD2FAC4AA198D20F8D74DFDA26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4C42AEA8F24370A99DC4000FEB26D9">
    <w:name w:val="CA4C42AEA8F24370A99DC4000FEB26D9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9A597465F543828A3ADD77493C262A">
    <w:name w:val="EF9A597465F543828A3ADD77493C262A"/>
    <w:rsid w:val="005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E0F93-1AD2-4C93-A6C3-FDC44E0C6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72FD7502</Template>
  <TotalTime>25</TotalTime>
  <Pages>6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 Butterworth</cp:lastModifiedBy>
  <cp:revision>10</cp:revision>
  <cp:lastPrinted>2016-02-11T23:29:00Z</cp:lastPrinted>
  <dcterms:created xsi:type="dcterms:W3CDTF">2018-01-02T23:07:00Z</dcterms:created>
  <dcterms:modified xsi:type="dcterms:W3CDTF">2019-01-08T03:06:00Z</dcterms:modified>
</cp:coreProperties>
</file>